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929C2" w14:textId="77777777" w:rsidR="00CD433A" w:rsidRPr="00553E8A" w:rsidRDefault="00CD433A" w:rsidP="00553E8A">
      <w:pPr>
        <w:jc w:val="both"/>
        <w:rPr>
          <w:rFonts w:ascii="Arial" w:eastAsia="Montserrat" w:hAnsi="Arial" w:cs="Arial"/>
          <w:bCs/>
          <w:color w:val="000000"/>
          <w:szCs w:val="22"/>
        </w:rPr>
      </w:pPr>
      <w:r w:rsidRPr="00553E8A">
        <w:rPr>
          <w:rFonts w:ascii="Arial" w:eastAsia="Montserrat" w:hAnsi="Arial" w:cs="Arial"/>
          <w:bCs/>
          <w:color w:val="000000"/>
          <w:szCs w:val="22"/>
        </w:rPr>
        <w:t>Kaaskiri PRIDE eelkoolituse tunnistuse juurde</w:t>
      </w:r>
    </w:p>
    <w:p w14:paraId="59B1A1D1" w14:textId="77777777" w:rsidR="00A03E79" w:rsidRPr="00553E8A" w:rsidRDefault="00A03E79" w:rsidP="00553E8A">
      <w:pPr>
        <w:pStyle w:val="Vahedeta"/>
        <w:jc w:val="both"/>
        <w:rPr>
          <w:rFonts w:ascii="Arial" w:hAnsi="Arial" w:cs="Arial"/>
          <w:b/>
          <w:szCs w:val="22"/>
        </w:rPr>
      </w:pPr>
    </w:p>
    <w:p w14:paraId="0E99C085" w14:textId="42641369" w:rsidR="000460AB" w:rsidRPr="00553E8A" w:rsidRDefault="000460AB" w:rsidP="00553E8A">
      <w:pPr>
        <w:pStyle w:val="Vahedeta"/>
        <w:jc w:val="both"/>
        <w:rPr>
          <w:rFonts w:ascii="Arial" w:hAnsi="Arial" w:cs="Arial"/>
          <w:b/>
          <w:szCs w:val="22"/>
        </w:rPr>
      </w:pPr>
    </w:p>
    <w:p w14:paraId="3B7B6FE1" w14:textId="14F02579" w:rsidR="000B08D5" w:rsidRPr="00553E8A" w:rsidRDefault="00A03E79" w:rsidP="00553E8A">
      <w:pPr>
        <w:jc w:val="both"/>
        <w:rPr>
          <w:rFonts w:ascii="Arial" w:eastAsiaTheme="minorEastAsia" w:hAnsi="Arial" w:cs="Arial"/>
          <w:color w:val="auto"/>
          <w:kern w:val="0"/>
          <w:szCs w:val="22"/>
          <w:lang w:val="en-GB" w:eastAsia="en-GB" w:bidi="ar-SA"/>
        </w:rPr>
      </w:pPr>
      <w:r w:rsidRPr="00553E8A">
        <w:rPr>
          <w:rFonts w:ascii="Arial" w:eastAsia="Times New Roman" w:hAnsi="Arial" w:cs="Arial"/>
          <w:b/>
          <w:szCs w:val="22"/>
        </w:rPr>
        <w:t>N</w:t>
      </w:r>
      <w:r w:rsidR="00592A03" w:rsidRPr="00553E8A">
        <w:rPr>
          <w:rFonts w:ascii="Arial" w:eastAsia="Times New Roman" w:hAnsi="Arial" w:cs="Arial"/>
          <w:b/>
          <w:szCs w:val="22"/>
        </w:rPr>
        <w:t>imi:</w:t>
      </w:r>
      <w:r w:rsidR="006925C2" w:rsidRPr="00553E8A">
        <w:rPr>
          <w:rFonts w:ascii="Arial" w:eastAsia="Times New Roman" w:hAnsi="Arial" w:cs="Arial"/>
          <w:b/>
          <w:szCs w:val="22"/>
        </w:rPr>
        <w:t xml:space="preserve"> </w:t>
      </w:r>
      <w:r w:rsidR="00536CB5" w:rsidRPr="00553E8A">
        <w:rPr>
          <w:rFonts w:ascii="Arial" w:eastAsia="Times New Roman" w:hAnsi="Arial" w:cs="Arial"/>
          <w:b/>
          <w:color w:val="FF0000"/>
          <w:szCs w:val="22"/>
        </w:rPr>
        <w:t>N</w:t>
      </w:r>
      <w:r w:rsidR="00536CB5" w:rsidRPr="00553E8A">
        <w:rPr>
          <w:rFonts w:ascii="Arial" w:eastAsia="Times New Roman" w:hAnsi="Arial" w:cs="Arial"/>
          <w:b/>
          <w:color w:val="FF0000"/>
          <w:kern w:val="0"/>
          <w:szCs w:val="22"/>
          <w:lang w:eastAsia="et-EE" w:bidi="ar-SA"/>
        </w:rPr>
        <w:t>imi 1</w:t>
      </w:r>
      <w:r w:rsidR="00592A03" w:rsidRPr="00553E8A">
        <w:rPr>
          <w:rFonts w:ascii="Arial" w:eastAsia="Times New Roman" w:hAnsi="Arial" w:cs="Arial"/>
          <w:b/>
          <w:color w:val="000000"/>
          <w:kern w:val="0"/>
          <w:szCs w:val="22"/>
          <w:lang w:eastAsia="et-EE" w:bidi="ar-SA"/>
        </w:rPr>
        <w:t xml:space="preserve"> </w:t>
      </w:r>
      <w:r w:rsidR="00592A03" w:rsidRPr="00553E8A">
        <w:rPr>
          <w:rFonts w:ascii="Arial" w:eastAsia="Times New Roman" w:hAnsi="Arial" w:cs="Arial"/>
          <w:bCs/>
          <w:color w:val="000000"/>
          <w:kern w:val="0"/>
          <w:szCs w:val="22"/>
          <w:lang w:eastAsia="et-EE" w:bidi="ar-SA"/>
        </w:rPr>
        <w:t>(</w:t>
      </w:r>
      <w:r w:rsidR="000B08D5" w:rsidRPr="00553E8A">
        <w:rPr>
          <w:rFonts w:ascii="Arial" w:eastAsia="Times New Roman" w:hAnsi="Arial" w:cs="Arial"/>
          <w:bCs/>
          <w:color w:val="000000"/>
          <w:kern w:val="0"/>
          <w:szCs w:val="22"/>
          <w:lang w:eastAsia="et-EE" w:bidi="ar-SA"/>
        </w:rPr>
        <w:t xml:space="preserve">snd </w:t>
      </w:r>
      <w:r w:rsidR="008B7EE0" w:rsidRPr="00553E8A">
        <w:rPr>
          <w:rFonts w:ascii="Arial" w:eastAsia="Times New Roman" w:hAnsi="Arial" w:cs="Arial"/>
          <w:bCs/>
          <w:color w:val="FF0000"/>
          <w:kern w:val="0"/>
          <w:szCs w:val="22"/>
          <w:lang w:eastAsia="et-EE" w:bidi="ar-SA"/>
        </w:rPr>
        <w:t>kp</w:t>
      </w:r>
      <w:r w:rsidR="00592A03" w:rsidRPr="00553E8A">
        <w:rPr>
          <w:rFonts w:ascii="Arial" w:eastAsia="Times New Roman" w:hAnsi="Arial" w:cs="Arial"/>
          <w:bCs/>
          <w:color w:val="FF0000"/>
          <w:kern w:val="0"/>
          <w:szCs w:val="22"/>
          <w:lang w:eastAsia="et-EE" w:bidi="ar-SA"/>
        </w:rPr>
        <w:t>.</w:t>
      </w:r>
      <w:r w:rsidR="008B7EE0" w:rsidRPr="00553E8A">
        <w:rPr>
          <w:rFonts w:ascii="Arial" w:eastAsia="Times New Roman" w:hAnsi="Arial" w:cs="Arial"/>
          <w:bCs/>
          <w:color w:val="FF0000"/>
          <w:kern w:val="0"/>
          <w:szCs w:val="22"/>
          <w:lang w:eastAsia="et-EE" w:bidi="ar-SA"/>
        </w:rPr>
        <w:t>kk</w:t>
      </w:r>
      <w:r w:rsidR="00592A03" w:rsidRPr="00553E8A">
        <w:rPr>
          <w:rFonts w:ascii="Arial" w:eastAsia="Times New Roman" w:hAnsi="Arial" w:cs="Arial"/>
          <w:bCs/>
          <w:color w:val="FF0000"/>
          <w:kern w:val="0"/>
          <w:szCs w:val="22"/>
          <w:lang w:eastAsia="et-EE" w:bidi="ar-SA"/>
        </w:rPr>
        <w:t>.</w:t>
      </w:r>
      <w:r w:rsidR="008B7EE0" w:rsidRPr="00553E8A">
        <w:rPr>
          <w:rFonts w:ascii="Arial" w:eastAsia="Times New Roman" w:hAnsi="Arial" w:cs="Arial"/>
          <w:bCs/>
          <w:color w:val="FF0000"/>
          <w:kern w:val="0"/>
          <w:szCs w:val="22"/>
          <w:lang w:eastAsia="et-EE" w:bidi="ar-SA"/>
        </w:rPr>
        <w:t>aaaa</w:t>
      </w:r>
      <w:r w:rsidR="00592A03" w:rsidRPr="00553E8A">
        <w:rPr>
          <w:rFonts w:ascii="Arial" w:eastAsia="Times New Roman" w:hAnsi="Arial" w:cs="Arial"/>
          <w:bCs/>
          <w:color w:val="000000"/>
          <w:kern w:val="0"/>
          <w:szCs w:val="22"/>
          <w:lang w:eastAsia="et-EE" w:bidi="ar-SA"/>
        </w:rPr>
        <w:t>. a)</w:t>
      </w:r>
    </w:p>
    <w:p w14:paraId="097FE21C" w14:textId="2A7EBA04" w:rsidR="000B08D5" w:rsidRPr="00553E8A" w:rsidRDefault="000B08D5" w:rsidP="00553E8A">
      <w:pPr>
        <w:widowControl/>
        <w:jc w:val="both"/>
        <w:rPr>
          <w:rFonts w:ascii="Arial" w:eastAsiaTheme="minorEastAsia" w:hAnsi="Arial" w:cs="Arial"/>
          <w:color w:val="auto"/>
          <w:kern w:val="0"/>
          <w:szCs w:val="22"/>
          <w:lang w:val="en-GB" w:eastAsia="en-GB" w:bidi="ar-SA"/>
        </w:rPr>
      </w:pPr>
      <w:r w:rsidRPr="00553E8A">
        <w:rPr>
          <w:rFonts w:ascii="Arial" w:eastAsia="Times New Roman" w:hAnsi="Arial" w:cs="Arial"/>
          <w:b/>
          <w:color w:val="000000"/>
          <w:kern w:val="0"/>
          <w:szCs w:val="22"/>
          <w:lang w:eastAsia="et-EE" w:bidi="ar-SA"/>
        </w:rPr>
        <w:t xml:space="preserve">          </w:t>
      </w:r>
      <w:r w:rsidR="00536CB5" w:rsidRPr="00553E8A">
        <w:rPr>
          <w:rFonts w:ascii="Arial" w:eastAsia="Times New Roman" w:hAnsi="Arial" w:cs="Arial"/>
          <w:b/>
          <w:color w:val="FF0000"/>
          <w:kern w:val="0"/>
          <w:szCs w:val="22"/>
          <w:lang w:eastAsia="et-EE" w:bidi="ar-SA"/>
        </w:rPr>
        <w:t>Nimi 2</w:t>
      </w:r>
      <w:r w:rsidR="00592A03" w:rsidRPr="00553E8A">
        <w:rPr>
          <w:rFonts w:ascii="Arial" w:eastAsia="Times New Roman" w:hAnsi="Arial" w:cs="Arial"/>
          <w:b/>
          <w:color w:val="FF0000"/>
          <w:kern w:val="0"/>
          <w:szCs w:val="22"/>
          <w:lang w:eastAsia="et-EE" w:bidi="ar-SA"/>
        </w:rPr>
        <w:t xml:space="preserve"> </w:t>
      </w:r>
      <w:r w:rsidR="00592A03" w:rsidRPr="00553E8A">
        <w:rPr>
          <w:rFonts w:ascii="Arial" w:eastAsia="Times New Roman" w:hAnsi="Arial" w:cs="Arial"/>
          <w:bCs/>
          <w:color w:val="000000"/>
          <w:kern w:val="0"/>
          <w:szCs w:val="22"/>
          <w:lang w:eastAsia="et-EE" w:bidi="ar-SA"/>
        </w:rPr>
        <w:t>(</w:t>
      </w:r>
      <w:r w:rsidRPr="00553E8A">
        <w:rPr>
          <w:rFonts w:ascii="Arial" w:eastAsia="Times New Roman" w:hAnsi="Arial" w:cs="Arial"/>
          <w:bCs/>
          <w:color w:val="000000"/>
          <w:kern w:val="0"/>
          <w:szCs w:val="22"/>
          <w:lang w:eastAsia="et-EE" w:bidi="ar-SA"/>
        </w:rPr>
        <w:t xml:space="preserve">snd </w:t>
      </w:r>
      <w:r w:rsidR="00536CB5" w:rsidRPr="00553E8A">
        <w:rPr>
          <w:rFonts w:ascii="Arial" w:eastAsia="Times New Roman" w:hAnsi="Arial" w:cs="Arial"/>
          <w:bCs/>
          <w:color w:val="FF0000"/>
          <w:kern w:val="0"/>
          <w:szCs w:val="22"/>
          <w:lang w:eastAsia="et-EE" w:bidi="ar-SA"/>
        </w:rPr>
        <w:t>kp</w:t>
      </w:r>
      <w:r w:rsidR="00592A03" w:rsidRPr="00553E8A">
        <w:rPr>
          <w:rFonts w:ascii="Arial" w:eastAsia="Times New Roman" w:hAnsi="Arial" w:cs="Arial"/>
          <w:bCs/>
          <w:color w:val="FF0000"/>
          <w:kern w:val="0"/>
          <w:szCs w:val="22"/>
          <w:lang w:eastAsia="et-EE" w:bidi="ar-SA"/>
        </w:rPr>
        <w:t>.</w:t>
      </w:r>
      <w:r w:rsidR="00536CB5" w:rsidRPr="00553E8A">
        <w:rPr>
          <w:rFonts w:ascii="Arial" w:eastAsia="Times New Roman" w:hAnsi="Arial" w:cs="Arial"/>
          <w:bCs/>
          <w:color w:val="FF0000"/>
          <w:kern w:val="0"/>
          <w:szCs w:val="22"/>
          <w:lang w:eastAsia="et-EE" w:bidi="ar-SA"/>
        </w:rPr>
        <w:t>kk</w:t>
      </w:r>
      <w:r w:rsidR="00592A03" w:rsidRPr="00553E8A">
        <w:rPr>
          <w:rFonts w:ascii="Arial" w:eastAsia="Times New Roman" w:hAnsi="Arial" w:cs="Arial"/>
          <w:bCs/>
          <w:color w:val="FF0000"/>
          <w:kern w:val="0"/>
          <w:szCs w:val="22"/>
          <w:lang w:eastAsia="et-EE" w:bidi="ar-SA"/>
        </w:rPr>
        <w:t>.</w:t>
      </w:r>
      <w:r w:rsidR="00536CB5" w:rsidRPr="00553E8A">
        <w:rPr>
          <w:rFonts w:ascii="Arial" w:eastAsia="Times New Roman" w:hAnsi="Arial" w:cs="Arial"/>
          <w:bCs/>
          <w:color w:val="FF0000"/>
          <w:kern w:val="0"/>
          <w:szCs w:val="22"/>
          <w:lang w:eastAsia="et-EE" w:bidi="ar-SA"/>
        </w:rPr>
        <w:t>aaaa</w:t>
      </w:r>
      <w:r w:rsidR="00592A03" w:rsidRPr="00553E8A">
        <w:rPr>
          <w:rFonts w:ascii="Arial" w:eastAsia="Times New Roman" w:hAnsi="Arial" w:cs="Arial"/>
          <w:bCs/>
          <w:color w:val="000000"/>
          <w:kern w:val="0"/>
          <w:szCs w:val="22"/>
          <w:lang w:eastAsia="et-EE" w:bidi="ar-SA"/>
        </w:rPr>
        <w:t>. a)</w:t>
      </w:r>
    </w:p>
    <w:p w14:paraId="6E58A2AF" w14:textId="0A34FA53" w:rsidR="00EE6CB3" w:rsidRPr="00553E8A" w:rsidRDefault="00EE6CB3" w:rsidP="00553E8A">
      <w:pPr>
        <w:jc w:val="both"/>
        <w:rPr>
          <w:rFonts w:ascii="Arial" w:hAnsi="Arial" w:cs="Arial"/>
          <w:color w:val="0D0D0D" w:themeColor="text1" w:themeTint="F2"/>
          <w:szCs w:val="22"/>
        </w:rPr>
      </w:pPr>
      <w:r w:rsidRPr="00553E8A">
        <w:rPr>
          <w:rFonts w:ascii="Arial" w:hAnsi="Arial" w:cs="Arial"/>
          <w:color w:val="0D0D0D" w:themeColor="text1" w:themeTint="F2"/>
          <w:szCs w:val="22"/>
        </w:rPr>
        <w:t xml:space="preserve">Elukoht: </w:t>
      </w:r>
      <w:r w:rsidR="00536CB5" w:rsidRPr="00553E8A">
        <w:rPr>
          <w:rFonts w:ascii="Arial" w:hAnsi="Arial" w:cs="Arial"/>
          <w:color w:val="FF0000"/>
          <w:szCs w:val="22"/>
        </w:rPr>
        <w:t>…</w:t>
      </w:r>
    </w:p>
    <w:p w14:paraId="320BBB4F" w14:textId="77777777" w:rsidR="00592A03" w:rsidRPr="00553E8A" w:rsidRDefault="00592A03" w:rsidP="00553E8A">
      <w:pPr>
        <w:jc w:val="both"/>
        <w:rPr>
          <w:rFonts w:ascii="Arial" w:eastAsiaTheme="minorEastAsia" w:hAnsi="Arial" w:cs="Arial"/>
          <w:color w:val="0D0D0D" w:themeColor="text1" w:themeTint="F2"/>
          <w:kern w:val="0"/>
          <w:szCs w:val="22"/>
          <w:lang w:val="en-GB" w:eastAsia="en-GB" w:bidi="ar-SA"/>
        </w:rPr>
      </w:pPr>
    </w:p>
    <w:p w14:paraId="7FAD0D27" w14:textId="77777777" w:rsidR="00536CB5" w:rsidRPr="00553E8A" w:rsidRDefault="00EE6CB3" w:rsidP="00553E8A">
      <w:pPr>
        <w:jc w:val="both"/>
        <w:rPr>
          <w:rFonts w:ascii="Arial" w:hAnsi="Arial" w:cs="Arial"/>
          <w:color w:val="FF0000"/>
          <w:szCs w:val="22"/>
        </w:rPr>
      </w:pPr>
      <w:r w:rsidRPr="00553E8A">
        <w:rPr>
          <w:rFonts w:ascii="Arial" w:hAnsi="Arial" w:cs="Arial"/>
          <w:color w:val="0D0D0D" w:themeColor="text1" w:themeTint="F2"/>
          <w:szCs w:val="22"/>
        </w:rPr>
        <w:t xml:space="preserve">Kooselu </w:t>
      </w:r>
      <w:r w:rsidR="00536CB5" w:rsidRPr="00553E8A">
        <w:rPr>
          <w:rFonts w:ascii="Arial" w:hAnsi="Arial" w:cs="Arial"/>
          <w:color w:val="FF0000"/>
          <w:szCs w:val="22"/>
        </w:rPr>
        <w:t>aaaa</w:t>
      </w:r>
      <w:r w:rsidRPr="00553E8A">
        <w:rPr>
          <w:rFonts w:ascii="Arial" w:hAnsi="Arial" w:cs="Arial"/>
          <w:color w:val="0D0D0D" w:themeColor="text1" w:themeTint="F2"/>
          <w:szCs w:val="22"/>
        </w:rPr>
        <w:t xml:space="preserve">. aastast, </w:t>
      </w:r>
      <w:r w:rsidRPr="00553E8A">
        <w:rPr>
          <w:rFonts w:ascii="Arial" w:hAnsi="Arial" w:cs="Arial"/>
          <w:color w:val="FF0000"/>
          <w:szCs w:val="22"/>
        </w:rPr>
        <w:t xml:space="preserve">abiellunud </w:t>
      </w:r>
      <w:r w:rsidR="00536CB5" w:rsidRPr="00553E8A">
        <w:rPr>
          <w:rFonts w:ascii="Arial" w:hAnsi="Arial" w:cs="Arial"/>
          <w:color w:val="FF0000"/>
          <w:szCs w:val="22"/>
        </w:rPr>
        <w:t>aaaa</w:t>
      </w:r>
      <w:r w:rsidRPr="00553E8A">
        <w:rPr>
          <w:rFonts w:ascii="Arial" w:hAnsi="Arial" w:cs="Arial"/>
          <w:color w:val="FF0000"/>
          <w:szCs w:val="22"/>
        </w:rPr>
        <w:t xml:space="preserve">. </w:t>
      </w:r>
      <w:r w:rsidR="00213A54" w:rsidRPr="00553E8A">
        <w:rPr>
          <w:rFonts w:ascii="Arial" w:hAnsi="Arial" w:cs="Arial"/>
          <w:color w:val="FF0000"/>
          <w:szCs w:val="22"/>
        </w:rPr>
        <w:t>aastal.</w:t>
      </w:r>
    </w:p>
    <w:p w14:paraId="4BB1CD18" w14:textId="040C353D" w:rsidR="00542CA6" w:rsidRPr="00553E8A" w:rsidRDefault="00542CA6" w:rsidP="00553E8A">
      <w:pPr>
        <w:widowControl/>
        <w:spacing w:after="200"/>
        <w:jc w:val="both"/>
        <w:rPr>
          <w:rFonts w:ascii="Arial" w:eastAsia="Times New Roman" w:hAnsi="Arial" w:cs="Arial"/>
          <w:bCs/>
          <w:color w:val="FF0000"/>
          <w:szCs w:val="22"/>
        </w:rPr>
      </w:pPr>
      <w:r w:rsidRPr="00553E8A">
        <w:rPr>
          <w:rFonts w:ascii="Arial" w:eastAsia="Times New Roman" w:hAnsi="Arial" w:cs="Arial"/>
          <w:bCs/>
          <w:color w:val="FF0000"/>
          <w:szCs w:val="22"/>
        </w:rPr>
        <w:t xml:space="preserve">Peres </w:t>
      </w:r>
      <w:proofErr w:type="spellStart"/>
      <w:r w:rsidRPr="00553E8A">
        <w:rPr>
          <w:rFonts w:ascii="Arial" w:eastAsia="Times New Roman" w:hAnsi="Arial" w:cs="Arial"/>
          <w:bCs/>
          <w:color w:val="FF0000"/>
          <w:szCs w:val="22"/>
        </w:rPr>
        <w:t>kavab</w:t>
      </w:r>
      <w:proofErr w:type="spellEnd"/>
      <w:r w:rsidRPr="00553E8A">
        <w:rPr>
          <w:rFonts w:ascii="Arial" w:eastAsia="Times New Roman" w:hAnsi="Arial" w:cs="Arial"/>
          <w:bCs/>
          <w:color w:val="FF0000"/>
          <w:szCs w:val="22"/>
        </w:rPr>
        <w:t xml:space="preserve"> (nimi) (s</w:t>
      </w:r>
      <w:r w:rsidR="00457AB1">
        <w:rPr>
          <w:rFonts w:ascii="Arial" w:eastAsia="Times New Roman" w:hAnsi="Arial" w:cs="Arial"/>
          <w:bCs/>
          <w:color w:val="FF0000"/>
          <w:szCs w:val="22"/>
        </w:rPr>
        <w:t>ü</w:t>
      </w:r>
      <w:r w:rsidRPr="00553E8A">
        <w:rPr>
          <w:rFonts w:ascii="Arial" w:eastAsia="Times New Roman" w:hAnsi="Arial" w:cs="Arial"/>
          <w:bCs/>
          <w:color w:val="FF0000"/>
          <w:szCs w:val="22"/>
        </w:rPr>
        <w:t xml:space="preserve">nd </w:t>
      </w:r>
      <w:proofErr w:type="spellStart"/>
      <w:r w:rsidRPr="00553E8A">
        <w:rPr>
          <w:rFonts w:ascii="Arial" w:eastAsia="Times New Roman" w:hAnsi="Arial" w:cs="Arial"/>
          <w:bCs/>
          <w:color w:val="FF0000"/>
          <w:szCs w:val="22"/>
        </w:rPr>
        <w:t>aaaa</w:t>
      </w:r>
      <w:proofErr w:type="spellEnd"/>
      <w:r w:rsidRPr="00553E8A">
        <w:rPr>
          <w:rFonts w:ascii="Arial" w:eastAsia="Times New Roman" w:hAnsi="Arial" w:cs="Arial"/>
          <w:bCs/>
          <w:color w:val="FF0000"/>
          <w:szCs w:val="22"/>
        </w:rPr>
        <w:t>. a) ja …. (siin võib välja tuua peres kasvavad lapsed, sh asenduspereks või tugipereks olemise, koos laste nimede ja sünniaastatega.</w:t>
      </w:r>
    </w:p>
    <w:p w14:paraId="2D2F963E" w14:textId="0307FABA" w:rsidR="00592A03" w:rsidRPr="00553E8A" w:rsidRDefault="00536CB5" w:rsidP="00553E8A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  <w:szCs w:val="22"/>
        </w:rPr>
      </w:pPr>
      <w:bookmarkStart w:id="0" w:name="_Hlk47853752"/>
      <w:r w:rsidRPr="00553E8A">
        <w:rPr>
          <w:rFonts w:ascii="Arial" w:eastAsia="Times New Roman" w:hAnsi="Arial" w:cs="Arial"/>
          <w:b/>
          <w:color w:val="FF0000"/>
          <w:kern w:val="0"/>
          <w:szCs w:val="22"/>
          <w:lang w:eastAsia="et-EE" w:bidi="ar-SA"/>
        </w:rPr>
        <w:t>(Nimed)</w:t>
      </w:r>
      <w:r w:rsidR="002B166B" w:rsidRPr="00553E8A">
        <w:rPr>
          <w:rFonts w:ascii="Arial" w:eastAsia="Times New Roman" w:hAnsi="Arial" w:cs="Arial"/>
          <w:color w:val="FF0000"/>
          <w:szCs w:val="22"/>
        </w:rPr>
        <w:t xml:space="preserve"> </w:t>
      </w:r>
      <w:bookmarkEnd w:id="0"/>
      <w:r w:rsidR="00BB3270" w:rsidRPr="00553E8A">
        <w:rPr>
          <w:rFonts w:ascii="Arial" w:eastAsia="Times New Roman" w:hAnsi="Arial" w:cs="Arial"/>
          <w:szCs w:val="22"/>
        </w:rPr>
        <w:t xml:space="preserve">võtsid </w:t>
      </w:r>
      <w:r w:rsidR="00592A03" w:rsidRPr="00553E8A">
        <w:rPr>
          <w:rFonts w:ascii="Arial" w:eastAsia="Times New Roman" w:hAnsi="Arial" w:cs="Arial"/>
          <w:szCs w:val="22"/>
        </w:rPr>
        <w:t xml:space="preserve">osa tulevaste </w:t>
      </w:r>
      <w:r w:rsidR="00A14C41" w:rsidRPr="00553E8A">
        <w:rPr>
          <w:rFonts w:ascii="Arial" w:eastAsia="Calibri" w:hAnsi="Arial" w:cs="Arial"/>
          <w:noProof/>
          <w:szCs w:val="22"/>
        </w:rPr>
        <w:t>lapsendajate ja hoolduspere vanemate PRIDE</w:t>
      </w:r>
      <w:r w:rsidR="003D7B5C" w:rsidRPr="00553E8A">
        <w:rPr>
          <w:rFonts w:ascii="Arial" w:eastAsia="Calibri" w:hAnsi="Arial" w:cs="Arial"/>
          <w:noProof/>
          <w:szCs w:val="22"/>
        </w:rPr>
        <w:t xml:space="preserve"> </w:t>
      </w:r>
      <w:r w:rsidR="00A14C41" w:rsidRPr="00553E8A">
        <w:rPr>
          <w:rFonts w:ascii="Arial" w:eastAsia="Calibri" w:hAnsi="Arial" w:cs="Arial"/>
          <w:noProof/>
          <w:szCs w:val="22"/>
        </w:rPr>
        <w:t xml:space="preserve">eelkoolitusest </w:t>
      </w:r>
      <w:r w:rsidR="00592A03" w:rsidRPr="00553E8A">
        <w:rPr>
          <w:rFonts w:ascii="Arial" w:eastAsia="Times New Roman" w:hAnsi="Arial" w:cs="Arial"/>
          <w:szCs w:val="22"/>
        </w:rPr>
        <w:t xml:space="preserve">ja neile on </w:t>
      </w:r>
      <w:proofErr w:type="spellStart"/>
      <w:r w:rsidR="00A04042" w:rsidRPr="00553E8A">
        <w:rPr>
          <w:rFonts w:ascii="Arial" w:eastAsia="Times New Roman" w:hAnsi="Arial" w:cs="Arial"/>
          <w:b/>
          <w:color w:val="FF0000"/>
          <w:szCs w:val="22"/>
        </w:rPr>
        <w:t>kp</w:t>
      </w:r>
      <w:r w:rsidR="00592A03" w:rsidRPr="00553E8A">
        <w:rPr>
          <w:rFonts w:ascii="Arial" w:eastAsia="Times New Roman" w:hAnsi="Arial" w:cs="Arial"/>
          <w:b/>
          <w:color w:val="FF0000"/>
          <w:szCs w:val="22"/>
        </w:rPr>
        <w:t>.</w:t>
      </w:r>
      <w:r w:rsidR="00A04042" w:rsidRPr="00553E8A">
        <w:rPr>
          <w:rFonts w:ascii="Arial" w:eastAsia="Times New Roman" w:hAnsi="Arial" w:cs="Arial"/>
          <w:b/>
          <w:color w:val="FF0000"/>
          <w:szCs w:val="22"/>
        </w:rPr>
        <w:t>kk</w:t>
      </w:r>
      <w:r w:rsidR="00592A03" w:rsidRPr="00553E8A">
        <w:rPr>
          <w:rFonts w:ascii="Arial" w:eastAsia="Times New Roman" w:hAnsi="Arial" w:cs="Arial"/>
          <w:b/>
          <w:color w:val="FF0000"/>
          <w:szCs w:val="22"/>
        </w:rPr>
        <w:t>.</w:t>
      </w:r>
      <w:r w:rsidR="00A04042" w:rsidRPr="00553E8A">
        <w:rPr>
          <w:rFonts w:ascii="Arial" w:eastAsia="Times New Roman" w:hAnsi="Arial" w:cs="Arial"/>
          <w:b/>
          <w:color w:val="FF0000"/>
          <w:szCs w:val="22"/>
        </w:rPr>
        <w:t>aaaa</w:t>
      </w:r>
      <w:proofErr w:type="spellEnd"/>
      <w:r w:rsidR="00592A03" w:rsidRPr="00553E8A">
        <w:rPr>
          <w:rFonts w:ascii="Arial" w:eastAsia="Times New Roman" w:hAnsi="Arial" w:cs="Arial"/>
          <w:b/>
          <w:color w:val="FF0000"/>
          <w:szCs w:val="22"/>
        </w:rPr>
        <w:t>.</w:t>
      </w:r>
      <w:r w:rsidR="00592A03" w:rsidRPr="00553E8A">
        <w:rPr>
          <w:rFonts w:ascii="Arial" w:eastAsia="Times New Roman" w:hAnsi="Arial" w:cs="Arial"/>
          <w:color w:val="FF0000"/>
          <w:szCs w:val="22"/>
        </w:rPr>
        <w:t xml:space="preserve"> </w:t>
      </w:r>
      <w:r w:rsidR="00592A03" w:rsidRPr="00553E8A">
        <w:rPr>
          <w:rFonts w:ascii="Arial" w:eastAsia="Times New Roman" w:hAnsi="Arial" w:cs="Arial"/>
          <w:szCs w:val="22"/>
        </w:rPr>
        <w:t>välja antud tunnistus PRIDE</w:t>
      </w:r>
      <w:r w:rsidR="003D7B5C" w:rsidRPr="00553E8A">
        <w:rPr>
          <w:rFonts w:ascii="Arial" w:eastAsia="Times New Roman" w:hAnsi="Arial" w:cs="Arial"/>
          <w:szCs w:val="22"/>
        </w:rPr>
        <w:t xml:space="preserve"> </w:t>
      </w:r>
      <w:r w:rsidR="00592A03" w:rsidRPr="00553E8A">
        <w:rPr>
          <w:rFonts w:ascii="Arial" w:eastAsia="Times New Roman" w:hAnsi="Arial" w:cs="Arial"/>
          <w:szCs w:val="22"/>
        </w:rPr>
        <w:t xml:space="preserve">koolituse läbimise kohta. </w:t>
      </w:r>
    </w:p>
    <w:p w14:paraId="16719D8C" w14:textId="7DCE78B0" w:rsidR="000460AB" w:rsidRPr="00553E8A" w:rsidRDefault="00536CB5" w:rsidP="00553E8A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  <w:szCs w:val="22"/>
        </w:rPr>
      </w:pPr>
      <w:r w:rsidRPr="00553E8A">
        <w:rPr>
          <w:rFonts w:ascii="Arial" w:eastAsia="Times New Roman" w:hAnsi="Arial" w:cs="Arial"/>
          <w:b/>
          <w:color w:val="FF0000"/>
          <w:szCs w:val="22"/>
        </w:rPr>
        <w:t>(Nimed)</w:t>
      </w:r>
      <w:r w:rsidR="00E60176" w:rsidRPr="00553E8A">
        <w:rPr>
          <w:rFonts w:ascii="Arial" w:eastAsia="Times New Roman" w:hAnsi="Arial" w:cs="Arial"/>
          <w:color w:val="FF0000"/>
          <w:szCs w:val="22"/>
        </w:rPr>
        <w:t xml:space="preserve"> </w:t>
      </w:r>
      <w:r w:rsidR="00585DCA" w:rsidRPr="00553E8A">
        <w:rPr>
          <w:rFonts w:ascii="Arial" w:eastAsia="Times New Roman" w:hAnsi="Arial" w:cs="Arial"/>
          <w:szCs w:val="22"/>
        </w:rPr>
        <w:t>on</w:t>
      </w:r>
      <w:r w:rsidR="00965314" w:rsidRPr="00553E8A">
        <w:rPr>
          <w:rFonts w:ascii="Arial" w:eastAsia="Times New Roman" w:hAnsi="Arial" w:cs="Arial"/>
          <w:szCs w:val="22"/>
        </w:rPr>
        <w:t xml:space="preserve"> </w:t>
      </w:r>
      <w:r w:rsidR="00BB3270" w:rsidRPr="00553E8A">
        <w:rPr>
          <w:rFonts w:ascii="Arial" w:eastAsia="Times New Roman" w:hAnsi="Arial" w:cs="Arial"/>
          <w:szCs w:val="22"/>
        </w:rPr>
        <w:t>PRIDE metoodika järgi nõutud 5 põhipädevust mittebioloogilise lapse kasvatamiseks olemas</w:t>
      </w:r>
      <w:r w:rsidR="00365578" w:rsidRPr="00553E8A">
        <w:rPr>
          <w:rFonts w:ascii="Arial" w:eastAsia="Times New Roman" w:hAnsi="Arial" w:cs="Arial"/>
          <w:szCs w:val="22"/>
        </w:rPr>
        <w:t>.</w:t>
      </w:r>
    </w:p>
    <w:p w14:paraId="332391EE" w14:textId="77777777" w:rsidR="00592A03" w:rsidRPr="00553E8A" w:rsidRDefault="00592A03" w:rsidP="00553E8A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  <w:szCs w:val="22"/>
        </w:rPr>
      </w:pPr>
    </w:p>
    <w:p w14:paraId="1FB5B83D" w14:textId="0DAD7805" w:rsidR="000460AB" w:rsidRPr="00553E8A" w:rsidRDefault="00BB3270" w:rsidP="00553E8A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  <w:szCs w:val="22"/>
        </w:rPr>
      </w:pPr>
      <w:r w:rsidRPr="00553E8A">
        <w:rPr>
          <w:rFonts w:ascii="Arial" w:eastAsia="Times New Roman" w:hAnsi="Arial" w:cs="Arial"/>
          <w:b/>
          <w:szCs w:val="22"/>
        </w:rPr>
        <w:t>1</w:t>
      </w:r>
      <w:r w:rsidR="00502CA2" w:rsidRPr="00553E8A">
        <w:rPr>
          <w:rFonts w:ascii="Arial" w:eastAsia="Times New Roman" w:hAnsi="Arial" w:cs="Arial"/>
          <w:b/>
          <w:szCs w:val="22"/>
        </w:rPr>
        <w:t>.</w:t>
      </w:r>
      <w:r w:rsidR="00C53FA9" w:rsidRPr="00553E8A">
        <w:rPr>
          <w:rFonts w:ascii="Arial" w:eastAsia="Times New Roman" w:hAnsi="Arial" w:cs="Arial"/>
          <w:b/>
          <w:szCs w:val="22"/>
        </w:rPr>
        <w:t xml:space="preserve"> </w:t>
      </w:r>
      <w:r w:rsidR="00536CB5" w:rsidRPr="00553E8A">
        <w:rPr>
          <w:rFonts w:ascii="Arial" w:eastAsia="Times New Roman" w:hAnsi="Arial" w:cs="Arial"/>
          <w:b/>
          <w:color w:val="FF0000"/>
          <w:kern w:val="0"/>
          <w:szCs w:val="22"/>
          <w:lang w:eastAsia="et-EE" w:bidi="ar-SA"/>
        </w:rPr>
        <w:t>(Nimed)</w:t>
      </w:r>
      <w:r w:rsidR="00E60176" w:rsidRPr="00553E8A">
        <w:rPr>
          <w:rFonts w:ascii="Arial" w:eastAsia="Times New Roman" w:hAnsi="Arial" w:cs="Arial"/>
          <w:color w:val="FF0000"/>
          <w:szCs w:val="22"/>
        </w:rPr>
        <w:t xml:space="preserve"> </w:t>
      </w:r>
      <w:r w:rsidRPr="00553E8A">
        <w:rPr>
          <w:rFonts w:ascii="Arial" w:eastAsia="Times New Roman" w:hAnsi="Arial" w:cs="Arial"/>
          <w:b/>
          <w:color w:val="FF0000"/>
          <w:szCs w:val="22"/>
        </w:rPr>
        <w:t>on</w:t>
      </w:r>
      <w:r w:rsidR="00536CB5" w:rsidRPr="00553E8A">
        <w:rPr>
          <w:rFonts w:ascii="Arial" w:eastAsia="Times New Roman" w:hAnsi="Arial" w:cs="Arial"/>
          <w:b/>
          <w:color w:val="FF0000"/>
          <w:szCs w:val="22"/>
        </w:rPr>
        <w:t>/ei ole</w:t>
      </w:r>
      <w:r w:rsidRPr="00553E8A">
        <w:rPr>
          <w:rFonts w:ascii="Arial" w:eastAsia="Times New Roman" w:hAnsi="Arial" w:cs="Arial"/>
          <w:b/>
          <w:color w:val="FF0000"/>
          <w:szCs w:val="22"/>
        </w:rPr>
        <w:t xml:space="preserve"> </w:t>
      </w:r>
      <w:r w:rsidRPr="00553E8A">
        <w:rPr>
          <w:rFonts w:ascii="Arial" w:eastAsia="Times New Roman" w:hAnsi="Arial" w:cs="Arial"/>
          <w:b/>
          <w:szCs w:val="22"/>
        </w:rPr>
        <w:t>valmis la</w:t>
      </w:r>
      <w:r w:rsidR="004145D3" w:rsidRPr="00553E8A">
        <w:rPr>
          <w:rFonts w:ascii="Arial" w:eastAsia="Times New Roman" w:hAnsi="Arial" w:cs="Arial"/>
          <w:b/>
          <w:szCs w:val="22"/>
        </w:rPr>
        <w:t>st</w:t>
      </w:r>
      <w:r w:rsidRPr="00553E8A">
        <w:rPr>
          <w:rFonts w:ascii="Arial" w:eastAsia="Times New Roman" w:hAnsi="Arial" w:cs="Arial"/>
          <w:b/>
          <w:szCs w:val="22"/>
        </w:rPr>
        <w:t xml:space="preserve"> üles kasvatama, tema eest hoolitsema ja teda kaitsma.</w:t>
      </w:r>
      <w:r w:rsidRPr="00553E8A">
        <w:rPr>
          <w:rFonts w:ascii="Arial" w:eastAsia="Times New Roman" w:hAnsi="Arial" w:cs="Arial"/>
          <w:szCs w:val="22"/>
        </w:rPr>
        <w:t xml:space="preserve"> </w:t>
      </w:r>
    </w:p>
    <w:p w14:paraId="0652F417" w14:textId="77777777" w:rsidR="00F65B8B" w:rsidRPr="00553E8A" w:rsidRDefault="00BB3270" w:rsidP="00553E8A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  <w:szCs w:val="22"/>
        </w:rPr>
      </w:pPr>
      <w:r w:rsidRPr="00553E8A">
        <w:rPr>
          <w:rFonts w:ascii="Arial" w:eastAsia="Times New Roman" w:hAnsi="Arial" w:cs="Arial"/>
          <w:szCs w:val="22"/>
          <w:u w:val="single"/>
        </w:rPr>
        <w:t>Majanduslik olukord:</w:t>
      </w:r>
      <w:r w:rsidRPr="00553E8A">
        <w:rPr>
          <w:rFonts w:ascii="Arial" w:eastAsia="Times New Roman" w:hAnsi="Arial" w:cs="Arial"/>
          <w:szCs w:val="22"/>
        </w:rPr>
        <w:t xml:space="preserve"> </w:t>
      </w:r>
    </w:p>
    <w:p w14:paraId="15BCAE57" w14:textId="49FF4D53" w:rsidR="00F65B8B" w:rsidRPr="00553E8A" w:rsidRDefault="00536CB5" w:rsidP="00553E8A">
      <w:pPr>
        <w:widowControl/>
        <w:tabs>
          <w:tab w:val="left" w:pos="1538"/>
        </w:tabs>
        <w:spacing w:after="200"/>
        <w:jc w:val="both"/>
        <w:rPr>
          <w:rFonts w:ascii="Arial" w:eastAsiaTheme="minorEastAsia" w:hAnsi="Arial" w:cs="Arial"/>
          <w:color w:val="FF0000"/>
          <w:kern w:val="0"/>
          <w:szCs w:val="22"/>
          <w:lang w:eastAsia="en-GB" w:bidi="ar-SA"/>
        </w:rPr>
      </w:pPr>
      <w:r w:rsidRPr="00553E8A">
        <w:rPr>
          <w:rFonts w:ascii="Arial" w:eastAsia="Times New Roman" w:hAnsi="Arial" w:cs="Arial"/>
          <w:color w:val="FF0000"/>
          <w:szCs w:val="22"/>
        </w:rPr>
        <w:t>Tekst</w:t>
      </w:r>
    </w:p>
    <w:p w14:paraId="0278FA81" w14:textId="77777777" w:rsidR="00F65B8B" w:rsidRPr="00553E8A" w:rsidRDefault="00BB3270" w:rsidP="00553E8A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  <w:szCs w:val="22"/>
          <w:u w:val="single"/>
        </w:rPr>
      </w:pPr>
      <w:r w:rsidRPr="00553E8A">
        <w:rPr>
          <w:rFonts w:ascii="Arial" w:eastAsia="Times New Roman" w:hAnsi="Arial" w:cs="Arial"/>
          <w:szCs w:val="22"/>
          <w:u w:val="single"/>
        </w:rPr>
        <w:t xml:space="preserve">Füüsilised ressursid: </w:t>
      </w:r>
    </w:p>
    <w:p w14:paraId="7D447E29" w14:textId="4E9D24FD" w:rsidR="00254A9E" w:rsidRPr="00553E8A" w:rsidRDefault="00536CB5" w:rsidP="00553E8A">
      <w:pPr>
        <w:widowControl/>
        <w:tabs>
          <w:tab w:val="left" w:pos="1538"/>
        </w:tabs>
        <w:spacing w:after="200"/>
        <w:jc w:val="both"/>
        <w:rPr>
          <w:rFonts w:ascii="Arial" w:eastAsiaTheme="minorEastAsia" w:hAnsi="Arial" w:cs="Arial"/>
          <w:color w:val="FF0000"/>
          <w:kern w:val="0"/>
          <w:szCs w:val="22"/>
          <w:lang w:eastAsia="en-GB" w:bidi="ar-SA"/>
        </w:rPr>
      </w:pPr>
      <w:r w:rsidRPr="00553E8A">
        <w:rPr>
          <w:rFonts w:ascii="Arial" w:eastAsiaTheme="minorEastAsia" w:hAnsi="Arial" w:cs="Arial"/>
          <w:color w:val="FF0000"/>
          <w:kern w:val="0"/>
          <w:szCs w:val="22"/>
          <w:lang w:eastAsia="en-GB" w:bidi="ar-SA"/>
        </w:rPr>
        <w:t>Tekst</w:t>
      </w:r>
    </w:p>
    <w:p w14:paraId="2E4EDA23" w14:textId="77777777" w:rsidR="004145D3" w:rsidRPr="00553E8A" w:rsidRDefault="00BB3270" w:rsidP="00553E8A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  <w:szCs w:val="22"/>
        </w:rPr>
      </w:pPr>
      <w:r w:rsidRPr="00553E8A">
        <w:rPr>
          <w:rFonts w:ascii="Arial" w:eastAsia="Times New Roman" w:hAnsi="Arial" w:cs="Arial"/>
          <w:szCs w:val="22"/>
          <w:u w:val="single"/>
        </w:rPr>
        <w:t>Emotsionaalsed ressursid:</w:t>
      </w:r>
      <w:r w:rsidRPr="00553E8A">
        <w:rPr>
          <w:rFonts w:ascii="Arial" w:eastAsia="Times New Roman" w:hAnsi="Arial" w:cs="Arial"/>
          <w:szCs w:val="22"/>
        </w:rPr>
        <w:t xml:space="preserve"> </w:t>
      </w:r>
    </w:p>
    <w:p w14:paraId="2764E160" w14:textId="1DE05643" w:rsidR="00595349" w:rsidRPr="00553E8A" w:rsidRDefault="00536CB5" w:rsidP="00553E8A">
      <w:pPr>
        <w:tabs>
          <w:tab w:val="left" w:pos="1538"/>
        </w:tabs>
        <w:spacing w:after="200"/>
        <w:jc w:val="both"/>
        <w:rPr>
          <w:rFonts w:ascii="Arial" w:eastAsiaTheme="minorEastAsia" w:hAnsi="Arial" w:cs="Arial"/>
          <w:color w:val="auto"/>
          <w:kern w:val="0"/>
          <w:szCs w:val="22"/>
          <w:lang w:eastAsia="en-GB" w:bidi="ar-SA"/>
        </w:rPr>
      </w:pPr>
      <w:r w:rsidRPr="00553E8A">
        <w:rPr>
          <w:rFonts w:ascii="Arial" w:hAnsi="Arial" w:cs="Arial"/>
          <w:color w:val="FF0000"/>
          <w:szCs w:val="22"/>
        </w:rPr>
        <w:t>Tekst</w:t>
      </w:r>
    </w:p>
    <w:p w14:paraId="28014D9B" w14:textId="735E0467" w:rsidR="00E741F1" w:rsidRPr="00553E8A" w:rsidRDefault="00BB3270" w:rsidP="00553E8A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  <w:szCs w:val="22"/>
        </w:rPr>
      </w:pPr>
      <w:r w:rsidRPr="00553E8A">
        <w:rPr>
          <w:rFonts w:ascii="Arial" w:eastAsia="Times New Roman" w:hAnsi="Arial" w:cs="Arial"/>
          <w:szCs w:val="22"/>
          <w:u w:val="single"/>
        </w:rPr>
        <w:t>Pedagoogilised ressursid:</w:t>
      </w:r>
    </w:p>
    <w:p w14:paraId="1933DB7C" w14:textId="753C04D1" w:rsidR="002A2D2E" w:rsidRPr="00553E8A" w:rsidRDefault="00536CB5" w:rsidP="00553E8A">
      <w:pPr>
        <w:widowControl/>
        <w:tabs>
          <w:tab w:val="left" w:pos="1538"/>
        </w:tabs>
        <w:spacing w:after="200"/>
        <w:jc w:val="both"/>
        <w:rPr>
          <w:rFonts w:ascii="Arial" w:eastAsiaTheme="minorEastAsia" w:hAnsi="Arial" w:cs="Arial"/>
          <w:color w:val="FF0000"/>
          <w:kern w:val="0"/>
          <w:szCs w:val="22"/>
          <w:lang w:eastAsia="en-GB" w:bidi="ar-SA"/>
        </w:rPr>
      </w:pPr>
      <w:r w:rsidRPr="00553E8A">
        <w:rPr>
          <w:rFonts w:ascii="Arial" w:eastAsiaTheme="minorEastAsia" w:hAnsi="Arial" w:cs="Arial"/>
          <w:color w:val="FF0000"/>
          <w:kern w:val="0"/>
          <w:szCs w:val="22"/>
          <w:lang w:eastAsia="en-GB" w:bidi="ar-SA"/>
        </w:rPr>
        <w:t>Tekst</w:t>
      </w:r>
    </w:p>
    <w:p w14:paraId="115D63D0" w14:textId="77777777" w:rsidR="000460AB" w:rsidRPr="00553E8A" w:rsidRDefault="000460AB" w:rsidP="00553E8A">
      <w:pPr>
        <w:tabs>
          <w:tab w:val="left" w:pos="1538"/>
        </w:tabs>
        <w:jc w:val="both"/>
        <w:rPr>
          <w:rFonts w:ascii="Arial" w:eastAsia="Times New Roman" w:hAnsi="Arial" w:cs="Arial"/>
          <w:szCs w:val="22"/>
        </w:rPr>
      </w:pPr>
    </w:p>
    <w:p w14:paraId="46CAD73D" w14:textId="58D53855" w:rsidR="000460AB" w:rsidRPr="00553E8A" w:rsidRDefault="00BB3270" w:rsidP="00553E8A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  <w:b/>
          <w:szCs w:val="22"/>
        </w:rPr>
      </w:pPr>
      <w:r w:rsidRPr="00553E8A">
        <w:rPr>
          <w:rFonts w:ascii="Arial" w:eastAsia="Times New Roman" w:hAnsi="Arial" w:cs="Arial"/>
          <w:b/>
          <w:szCs w:val="22"/>
        </w:rPr>
        <w:t>2.</w:t>
      </w:r>
      <w:r w:rsidR="00C53FA9" w:rsidRPr="00553E8A">
        <w:rPr>
          <w:rFonts w:ascii="Arial" w:eastAsia="Times New Roman" w:hAnsi="Arial" w:cs="Arial"/>
          <w:b/>
          <w:szCs w:val="22"/>
        </w:rPr>
        <w:t xml:space="preserve"> </w:t>
      </w:r>
      <w:r w:rsidR="00536CB5" w:rsidRPr="00553E8A">
        <w:rPr>
          <w:rFonts w:ascii="Arial" w:eastAsia="Times New Roman" w:hAnsi="Arial" w:cs="Arial"/>
          <w:b/>
          <w:color w:val="FF0000"/>
          <w:kern w:val="0"/>
          <w:szCs w:val="22"/>
          <w:lang w:eastAsia="et-EE" w:bidi="ar-SA"/>
        </w:rPr>
        <w:t>(Nimed)</w:t>
      </w:r>
      <w:r w:rsidR="008C737A" w:rsidRPr="00553E8A">
        <w:rPr>
          <w:rFonts w:ascii="Arial" w:eastAsia="Times New Roman" w:hAnsi="Arial" w:cs="Arial"/>
          <w:color w:val="FF0000"/>
          <w:szCs w:val="22"/>
        </w:rPr>
        <w:t xml:space="preserve"> </w:t>
      </w:r>
      <w:r w:rsidRPr="00553E8A">
        <w:rPr>
          <w:rFonts w:ascii="Arial" w:eastAsia="Times New Roman" w:hAnsi="Arial" w:cs="Arial"/>
          <w:b/>
          <w:color w:val="FF0000"/>
          <w:szCs w:val="22"/>
        </w:rPr>
        <w:t>on</w:t>
      </w:r>
      <w:r w:rsidR="00536CB5" w:rsidRPr="00553E8A">
        <w:rPr>
          <w:rFonts w:ascii="Arial" w:eastAsia="Times New Roman" w:hAnsi="Arial" w:cs="Arial"/>
          <w:b/>
          <w:color w:val="FF0000"/>
          <w:szCs w:val="22"/>
        </w:rPr>
        <w:t>/ei ole</w:t>
      </w:r>
      <w:r w:rsidRPr="00553E8A">
        <w:rPr>
          <w:rFonts w:ascii="Arial" w:eastAsia="Times New Roman" w:hAnsi="Arial" w:cs="Arial"/>
          <w:color w:val="FF0000"/>
          <w:szCs w:val="22"/>
        </w:rPr>
        <w:t xml:space="preserve"> </w:t>
      </w:r>
      <w:r w:rsidRPr="00553E8A">
        <w:rPr>
          <w:rFonts w:ascii="Arial" w:eastAsia="Times New Roman" w:hAnsi="Arial" w:cs="Arial"/>
          <w:b/>
          <w:szCs w:val="22"/>
        </w:rPr>
        <w:t>valmis lapse füüsilist, sotsiaalset ja emotsionaalset arengut toetama.</w:t>
      </w:r>
    </w:p>
    <w:p w14:paraId="465E3D1D" w14:textId="022999D9" w:rsidR="00BC4557" w:rsidRPr="00553E8A" w:rsidRDefault="00536CB5" w:rsidP="00553E8A">
      <w:pPr>
        <w:widowControl/>
        <w:jc w:val="both"/>
        <w:rPr>
          <w:rFonts w:ascii="Arial" w:eastAsiaTheme="minorEastAsia" w:hAnsi="Arial" w:cs="Arial"/>
          <w:bCs/>
          <w:color w:val="FF0000"/>
          <w:kern w:val="0"/>
          <w:szCs w:val="22"/>
          <w:lang w:eastAsia="en-GB" w:bidi="ar-SA"/>
        </w:rPr>
      </w:pPr>
      <w:r w:rsidRPr="00553E8A">
        <w:rPr>
          <w:rFonts w:ascii="Arial" w:eastAsiaTheme="minorEastAsia" w:hAnsi="Arial" w:cs="Arial"/>
          <w:color w:val="FF0000"/>
          <w:kern w:val="0"/>
          <w:szCs w:val="22"/>
          <w:lang w:eastAsia="en-GB" w:bidi="ar-SA"/>
        </w:rPr>
        <w:t>Järgneb põhjendus, analüüs</w:t>
      </w:r>
    </w:p>
    <w:p w14:paraId="5A63F0AB" w14:textId="77777777" w:rsidR="00625271" w:rsidRPr="00553E8A" w:rsidRDefault="00625271" w:rsidP="00553E8A">
      <w:pPr>
        <w:widowControl/>
        <w:spacing w:after="200"/>
        <w:jc w:val="both"/>
        <w:rPr>
          <w:rFonts w:ascii="Arial" w:eastAsiaTheme="minorEastAsia" w:hAnsi="Arial" w:cs="Arial"/>
          <w:bCs/>
          <w:color w:val="0D0D0D" w:themeColor="text1" w:themeTint="F2"/>
          <w:kern w:val="0"/>
          <w:szCs w:val="22"/>
          <w:lang w:eastAsia="en-GB" w:bidi="ar-SA"/>
        </w:rPr>
      </w:pPr>
    </w:p>
    <w:p w14:paraId="55CCEC87" w14:textId="50FB6EC4" w:rsidR="00BA3515" w:rsidRPr="00553E8A" w:rsidRDefault="00E60176" w:rsidP="00553E8A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  <w:b/>
          <w:szCs w:val="22"/>
        </w:rPr>
      </w:pPr>
      <w:r w:rsidRPr="00553E8A">
        <w:rPr>
          <w:rFonts w:ascii="Arial" w:eastAsia="Times New Roman" w:hAnsi="Arial" w:cs="Arial"/>
          <w:b/>
          <w:color w:val="000000"/>
          <w:kern w:val="0"/>
          <w:szCs w:val="22"/>
          <w:lang w:eastAsia="et-EE" w:bidi="ar-SA"/>
        </w:rPr>
        <w:t xml:space="preserve">3. </w:t>
      </w:r>
      <w:r w:rsidR="00536CB5" w:rsidRPr="00553E8A">
        <w:rPr>
          <w:rFonts w:ascii="Arial" w:eastAsia="Times New Roman" w:hAnsi="Arial" w:cs="Arial"/>
          <w:b/>
          <w:color w:val="FF0000"/>
          <w:kern w:val="0"/>
          <w:szCs w:val="22"/>
          <w:lang w:eastAsia="et-EE" w:bidi="ar-SA"/>
        </w:rPr>
        <w:t>(Nimed)</w:t>
      </w:r>
      <w:r w:rsidR="00BB3270" w:rsidRPr="00553E8A">
        <w:rPr>
          <w:rFonts w:ascii="Arial" w:eastAsia="Times New Roman" w:hAnsi="Arial" w:cs="Arial"/>
          <w:b/>
          <w:color w:val="FF0000"/>
          <w:szCs w:val="22"/>
        </w:rPr>
        <w:t xml:space="preserve"> on</w:t>
      </w:r>
      <w:r w:rsidR="00536CB5" w:rsidRPr="00553E8A">
        <w:rPr>
          <w:rFonts w:ascii="Arial" w:eastAsia="Times New Roman" w:hAnsi="Arial" w:cs="Arial"/>
          <w:b/>
          <w:color w:val="FF0000"/>
          <w:szCs w:val="22"/>
        </w:rPr>
        <w:t>/ei ole</w:t>
      </w:r>
      <w:r w:rsidR="00BB3270" w:rsidRPr="00553E8A">
        <w:rPr>
          <w:rFonts w:ascii="Arial" w:eastAsia="Times New Roman" w:hAnsi="Arial" w:cs="Arial"/>
          <w:b/>
          <w:color w:val="FF0000"/>
          <w:szCs w:val="22"/>
        </w:rPr>
        <w:t xml:space="preserve"> </w:t>
      </w:r>
      <w:r w:rsidR="00BB3270" w:rsidRPr="00553E8A">
        <w:rPr>
          <w:rFonts w:ascii="Arial" w:eastAsia="Times New Roman" w:hAnsi="Arial" w:cs="Arial"/>
          <w:b/>
          <w:szCs w:val="22"/>
        </w:rPr>
        <w:t>valmis täielikult lapsele pühenduma ja pakkuma kogu eluks kestma jäävaid suhteid.</w:t>
      </w:r>
    </w:p>
    <w:p w14:paraId="3E40BAB9" w14:textId="77777777" w:rsidR="00536CB5" w:rsidRPr="00553E8A" w:rsidRDefault="00536CB5" w:rsidP="00553E8A">
      <w:pPr>
        <w:widowControl/>
        <w:jc w:val="both"/>
        <w:rPr>
          <w:rFonts w:ascii="Arial" w:eastAsiaTheme="minorEastAsia" w:hAnsi="Arial" w:cs="Arial"/>
          <w:bCs/>
          <w:color w:val="FF0000"/>
          <w:kern w:val="0"/>
          <w:szCs w:val="22"/>
          <w:lang w:eastAsia="en-GB" w:bidi="ar-SA"/>
        </w:rPr>
      </w:pPr>
      <w:r w:rsidRPr="00553E8A">
        <w:rPr>
          <w:rFonts w:ascii="Arial" w:eastAsiaTheme="minorEastAsia" w:hAnsi="Arial" w:cs="Arial"/>
          <w:color w:val="FF0000"/>
          <w:kern w:val="0"/>
          <w:szCs w:val="22"/>
          <w:lang w:eastAsia="en-GB" w:bidi="ar-SA"/>
        </w:rPr>
        <w:t>Järgneb põhjendus, analüüs</w:t>
      </w:r>
    </w:p>
    <w:p w14:paraId="1A88C892" w14:textId="77777777" w:rsidR="000C5290" w:rsidRPr="00553E8A" w:rsidRDefault="000C5290" w:rsidP="00553E8A">
      <w:pPr>
        <w:widowControl/>
        <w:tabs>
          <w:tab w:val="left" w:pos="1538"/>
        </w:tabs>
        <w:spacing w:after="200"/>
        <w:jc w:val="both"/>
        <w:rPr>
          <w:rFonts w:ascii="Arial" w:eastAsiaTheme="minorEastAsia" w:hAnsi="Arial" w:cs="Arial"/>
          <w:color w:val="auto"/>
          <w:kern w:val="0"/>
          <w:szCs w:val="22"/>
          <w:lang w:eastAsia="en-GB" w:bidi="ar-SA"/>
        </w:rPr>
      </w:pPr>
    </w:p>
    <w:p w14:paraId="0C8347C2" w14:textId="5171CD4E" w:rsidR="000460AB" w:rsidRPr="00553E8A" w:rsidRDefault="00365578" w:rsidP="00553E8A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  <w:b/>
          <w:szCs w:val="22"/>
        </w:rPr>
      </w:pPr>
      <w:r w:rsidRPr="00553E8A">
        <w:rPr>
          <w:rFonts w:ascii="Arial" w:eastAsia="Times New Roman" w:hAnsi="Arial" w:cs="Arial"/>
          <w:b/>
          <w:szCs w:val="22"/>
        </w:rPr>
        <w:t>4.</w:t>
      </w:r>
      <w:r w:rsidR="009360F5" w:rsidRPr="00553E8A">
        <w:rPr>
          <w:rFonts w:ascii="Arial" w:eastAsia="Times New Roman" w:hAnsi="Arial" w:cs="Arial"/>
          <w:b/>
          <w:szCs w:val="22"/>
        </w:rPr>
        <w:t xml:space="preserve"> </w:t>
      </w:r>
      <w:r w:rsidR="00536CB5" w:rsidRPr="00553E8A">
        <w:rPr>
          <w:rFonts w:ascii="Arial" w:eastAsia="Times New Roman" w:hAnsi="Arial" w:cs="Arial"/>
          <w:b/>
          <w:color w:val="FF0000"/>
          <w:kern w:val="0"/>
          <w:szCs w:val="22"/>
          <w:lang w:eastAsia="et-EE" w:bidi="ar-SA"/>
        </w:rPr>
        <w:t>(Nimed)</w:t>
      </w:r>
      <w:r w:rsidR="00536CB5" w:rsidRPr="00553E8A">
        <w:rPr>
          <w:rFonts w:ascii="Arial" w:eastAsia="Times New Roman" w:hAnsi="Arial" w:cs="Arial"/>
          <w:b/>
          <w:color w:val="FF0000"/>
          <w:szCs w:val="22"/>
        </w:rPr>
        <w:t xml:space="preserve"> on/ei ole</w:t>
      </w:r>
      <w:r w:rsidR="00BB3270" w:rsidRPr="00553E8A">
        <w:rPr>
          <w:rFonts w:ascii="Arial" w:eastAsia="Times New Roman" w:hAnsi="Arial" w:cs="Arial"/>
          <w:b/>
          <w:szCs w:val="22"/>
        </w:rPr>
        <w:t xml:space="preserve"> valmis toetama lapse suhteid bioloogilise perega ja teiste lähedastega.</w:t>
      </w:r>
    </w:p>
    <w:p w14:paraId="1B878899" w14:textId="5DC29BAB" w:rsidR="00EA582B" w:rsidRPr="007C5689" w:rsidRDefault="00536CB5" w:rsidP="007C5689">
      <w:pPr>
        <w:widowControl/>
        <w:jc w:val="both"/>
        <w:rPr>
          <w:rFonts w:ascii="Arial" w:eastAsiaTheme="minorEastAsia" w:hAnsi="Arial" w:cs="Arial"/>
          <w:bCs/>
          <w:color w:val="FF0000"/>
          <w:kern w:val="0"/>
          <w:szCs w:val="22"/>
          <w:lang w:eastAsia="en-GB" w:bidi="ar-SA"/>
        </w:rPr>
      </w:pPr>
      <w:r w:rsidRPr="00553E8A">
        <w:rPr>
          <w:rFonts w:ascii="Arial" w:eastAsiaTheme="minorEastAsia" w:hAnsi="Arial" w:cs="Arial"/>
          <w:color w:val="FF0000"/>
          <w:kern w:val="0"/>
          <w:szCs w:val="22"/>
          <w:lang w:eastAsia="en-GB" w:bidi="ar-SA"/>
        </w:rPr>
        <w:t>Järgneb põhjendus, analüüs</w:t>
      </w:r>
    </w:p>
    <w:p w14:paraId="399003D0" w14:textId="5C1BDDFC" w:rsidR="00F65B8B" w:rsidRPr="00553E8A" w:rsidRDefault="00365578" w:rsidP="00553E8A">
      <w:pPr>
        <w:tabs>
          <w:tab w:val="left" w:pos="1538"/>
        </w:tabs>
        <w:spacing w:after="200"/>
        <w:jc w:val="both"/>
        <w:rPr>
          <w:rFonts w:ascii="Arial" w:hAnsi="Arial" w:cs="Arial"/>
          <w:szCs w:val="22"/>
        </w:rPr>
      </w:pPr>
      <w:r w:rsidRPr="00553E8A">
        <w:rPr>
          <w:rFonts w:ascii="Arial" w:eastAsia="Times New Roman" w:hAnsi="Arial" w:cs="Arial"/>
          <w:b/>
          <w:szCs w:val="22"/>
        </w:rPr>
        <w:lastRenderedPageBreak/>
        <w:t>5.</w:t>
      </w:r>
      <w:r w:rsidR="001537B4" w:rsidRPr="00553E8A">
        <w:rPr>
          <w:rFonts w:ascii="Arial" w:eastAsia="Times New Roman" w:hAnsi="Arial" w:cs="Arial"/>
          <w:b/>
          <w:color w:val="000000"/>
          <w:kern w:val="0"/>
          <w:szCs w:val="22"/>
          <w:lang w:eastAsia="et-EE" w:bidi="ar-SA"/>
        </w:rPr>
        <w:t xml:space="preserve"> </w:t>
      </w:r>
      <w:r w:rsidR="0065341F" w:rsidRPr="00553E8A">
        <w:rPr>
          <w:rFonts w:ascii="Arial" w:eastAsia="Times New Roman" w:hAnsi="Arial" w:cs="Arial"/>
          <w:b/>
          <w:color w:val="FF0000"/>
          <w:kern w:val="0"/>
          <w:szCs w:val="22"/>
          <w:lang w:eastAsia="et-EE" w:bidi="ar-SA"/>
        </w:rPr>
        <w:t>(Nimed)</w:t>
      </w:r>
      <w:r w:rsidR="0065341F" w:rsidRPr="00553E8A">
        <w:rPr>
          <w:rFonts w:ascii="Arial" w:eastAsia="Times New Roman" w:hAnsi="Arial" w:cs="Arial"/>
          <w:b/>
          <w:color w:val="FF0000"/>
          <w:szCs w:val="22"/>
        </w:rPr>
        <w:t xml:space="preserve"> </w:t>
      </w:r>
      <w:r w:rsidR="00BB3270" w:rsidRPr="00553E8A">
        <w:rPr>
          <w:rFonts w:ascii="Arial" w:eastAsia="Times New Roman" w:hAnsi="Arial" w:cs="Arial"/>
          <w:b/>
          <w:color w:val="FF0000"/>
          <w:szCs w:val="22"/>
        </w:rPr>
        <w:t>omavad</w:t>
      </w:r>
      <w:r w:rsidR="0065341F" w:rsidRPr="00553E8A">
        <w:rPr>
          <w:rFonts w:ascii="Arial" w:eastAsia="Times New Roman" w:hAnsi="Arial" w:cs="Arial"/>
          <w:b/>
          <w:color w:val="FF0000"/>
          <w:szCs w:val="22"/>
        </w:rPr>
        <w:t>/ei oma</w:t>
      </w:r>
      <w:r w:rsidR="00BB3270" w:rsidRPr="00553E8A">
        <w:rPr>
          <w:rFonts w:ascii="Arial" w:eastAsia="Times New Roman" w:hAnsi="Arial" w:cs="Arial"/>
          <w:b/>
          <w:color w:val="FF0000"/>
          <w:szCs w:val="22"/>
        </w:rPr>
        <w:t xml:space="preserve"> </w:t>
      </w:r>
      <w:r w:rsidR="00BB3270" w:rsidRPr="00553E8A">
        <w:rPr>
          <w:rFonts w:ascii="Arial" w:eastAsia="Times New Roman" w:hAnsi="Arial" w:cs="Arial"/>
          <w:b/>
          <w:szCs w:val="22"/>
        </w:rPr>
        <w:t>lapse kasvatamiseks vajalikku tugivõrgustikku ja on valmis tegema erinevate osapooltega koostööd</w:t>
      </w:r>
      <w:r w:rsidR="00F61AF3" w:rsidRPr="00553E8A">
        <w:rPr>
          <w:rFonts w:ascii="Arial" w:hAnsi="Arial" w:cs="Arial"/>
          <w:szCs w:val="22"/>
        </w:rPr>
        <w:t>.</w:t>
      </w:r>
    </w:p>
    <w:p w14:paraId="5EF7AA8F" w14:textId="77777777" w:rsidR="00536CB5" w:rsidRPr="00553E8A" w:rsidRDefault="00536CB5" w:rsidP="00553E8A">
      <w:pPr>
        <w:widowControl/>
        <w:jc w:val="both"/>
        <w:rPr>
          <w:rFonts w:ascii="Arial" w:eastAsiaTheme="minorEastAsia" w:hAnsi="Arial" w:cs="Arial"/>
          <w:bCs/>
          <w:color w:val="FF0000"/>
          <w:kern w:val="0"/>
          <w:szCs w:val="22"/>
          <w:lang w:eastAsia="en-GB" w:bidi="ar-SA"/>
        </w:rPr>
      </w:pPr>
      <w:r w:rsidRPr="00553E8A">
        <w:rPr>
          <w:rFonts w:ascii="Arial" w:eastAsiaTheme="minorEastAsia" w:hAnsi="Arial" w:cs="Arial"/>
          <w:color w:val="FF0000"/>
          <w:kern w:val="0"/>
          <w:szCs w:val="22"/>
          <w:lang w:eastAsia="en-GB" w:bidi="ar-SA"/>
        </w:rPr>
        <w:t>Järgneb põhjendus, analüüs</w:t>
      </w:r>
    </w:p>
    <w:p w14:paraId="53F5D91D" w14:textId="77777777" w:rsidR="00C4017C" w:rsidRPr="00553E8A" w:rsidRDefault="00C4017C" w:rsidP="00553E8A">
      <w:pPr>
        <w:tabs>
          <w:tab w:val="left" w:pos="1538"/>
        </w:tabs>
        <w:spacing w:after="200"/>
        <w:jc w:val="both"/>
        <w:rPr>
          <w:rFonts w:ascii="Arial" w:hAnsi="Arial" w:cs="Arial"/>
          <w:szCs w:val="22"/>
        </w:rPr>
      </w:pPr>
    </w:p>
    <w:p w14:paraId="19971071" w14:textId="77777777" w:rsidR="007A141E" w:rsidRPr="00553E8A" w:rsidRDefault="007A141E" w:rsidP="00553E8A">
      <w:pPr>
        <w:widowControl/>
        <w:tabs>
          <w:tab w:val="left" w:pos="1538"/>
        </w:tabs>
        <w:spacing w:after="200"/>
        <w:jc w:val="both"/>
        <w:rPr>
          <w:rFonts w:ascii="Arial" w:eastAsiaTheme="minorEastAsia" w:hAnsi="Arial" w:cs="Arial"/>
          <w:b/>
          <w:color w:val="auto"/>
          <w:kern w:val="0"/>
          <w:szCs w:val="22"/>
          <w:lang w:eastAsia="en-GB" w:bidi="ar-SA"/>
        </w:rPr>
      </w:pPr>
      <w:r w:rsidRPr="00553E8A">
        <w:rPr>
          <w:rFonts w:ascii="Arial" w:eastAsiaTheme="minorEastAsia" w:hAnsi="Arial" w:cs="Arial"/>
          <w:b/>
          <w:color w:val="auto"/>
          <w:kern w:val="0"/>
          <w:szCs w:val="22"/>
          <w:lang w:eastAsia="en-GB" w:bidi="ar-SA"/>
        </w:rPr>
        <w:t>KOKKUVÕTE</w:t>
      </w:r>
    </w:p>
    <w:p w14:paraId="535E8FE6" w14:textId="78F37EF7" w:rsidR="001118B5" w:rsidRPr="00553E8A" w:rsidRDefault="0065341F" w:rsidP="00553E8A">
      <w:pPr>
        <w:widowControl/>
        <w:spacing w:after="200"/>
        <w:jc w:val="both"/>
        <w:rPr>
          <w:rFonts w:ascii="Arial" w:eastAsiaTheme="minorEastAsia" w:hAnsi="Arial" w:cs="Arial"/>
          <w:bCs/>
          <w:color w:val="FF0000"/>
          <w:kern w:val="0"/>
          <w:szCs w:val="22"/>
          <w:lang w:eastAsia="en-GB" w:bidi="ar-SA"/>
        </w:rPr>
      </w:pPr>
      <w:r w:rsidRPr="00553E8A">
        <w:rPr>
          <w:rFonts w:ascii="Arial" w:eastAsiaTheme="minorEastAsia" w:hAnsi="Arial" w:cs="Arial"/>
          <w:bCs/>
          <w:color w:val="FF0000"/>
          <w:kern w:val="0"/>
          <w:szCs w:val="22"/>
          <w:lang w:eastAsia="en-GB" w:bidi="ar-SA"/>
        </w:rPr>
        <w:t>Kokkuvõte pädevustest.</w:t>
      </w:r>
    </w:p>
    <w:p w14:paraId="6DC34404" w14:textId="40C5A5D3" w:rsidR="001118B5" w:rsidRPr="00553E8A" w:rsidRDefault="001118B5" w:rsidP="00553E8A">
      <w:pPr>
        <w:tabs>
          <w:tab w:val="left" w:pos="1538"/>
        </w:tabs>
        <w:spacing w:after="200"/>
        <w:jc w:val="both"/>
        <w:rPr>
          <w:rFonts w:ascii="Arial" w:eastAsiaTheme="minorEastAsia" w:hAnsi="Arial" w:cs="Arial"/>
          <w:color w:val="auto"/>
          <w:kern w:val="0"/>
          <w:szCs w:val="22"/>
          <w:lang w:eastAsia="en-GB" w:bidi="ar-SA"/>
        </w:rPr>
      </w:pPr>
      <w:r w:rsidRPr="00553E8A">
        <w:rPr>
          <w:rFonts w:ascii="Arial" w:hAnsi="Arial" w:cs="Arial"/>
          <w:szCs w:val="22"/>
        </w:rPr>
        <w:t xml:space="preserve">Oleme seisukohal, et </w:t>
      </w:r>
      <w:r w:rsidR="0065341F" w:rsidRPr="00553E8A">
        <w:rPr>
          <w:rFonts w:ascii="Arial" w:eastAsia="Times New Roman" w:hAnsi="Arial" w:cs="Arial"/>
          <w:color w:val="FF0000"/>
          <w:kern w:val="0"/>
          <w:szCs w:val="22"/>
          <w:lang w:eastAsia="et-EE" w:bidi="ar-SA"/>
        </w:rPr>
        <w:t>(nimed)</w:t>
      </w:r>
      <w:r w:rsidR="001537B4" w:rsidRPr="00553E8A">
        <w:rPr>
          <w:rFonts w:ascii="Arial" w:eastAsia="Times New Roman" w:hAnsi="Arial" w:cs="Arial"/>
          <w:color w:val="FF0000"/>
          <w:szCs w:val="22"/>
        </w:rPr>
        <w:t xml:space="preserve"> </w:t>
      </w:r>
      <w:r w:rsidR="0065341F" w:rsidRPr="00553E8A">
        <w:rPr>
          <w:rFonts w:ascii="Arial" w:hAnsi="Arial" w:cs="Arial"/>
          <w:color w:val="FF0000"/>
          <w:szCs w:val="22"/>
        </w:rPr>
        <w:t>(järgneb koolitajate seisukoht).</w:t>
      </w:r>
    </w:p>
    <w:p w14:paraId="069EBFCD" w14:textId="4C2CF2FC" w:rsidR="00965CC5" w:rsidRPr="00553E8A" w:rsidRDefault="00965CC5" w:rsidP="00553E8A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  <w:szCs w:val="22"/>
        </w:rPr>
      </w:pPr>
    </w:p>
    <w:p w14:paraId="737296AB" w14:textId="77777777" w:rsidR="00D61973" w:rsidRPr="00553E8A" w:rsidRDefault="00D61973" w:rsidP="00553E8A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  <w:szCs w:val="22"/>
        </w:rPr>
      </w:pPr>
    </w:p>
    <w:p w14:paraId="5C0E8095" w14:textId="77777777" w:rsidR="00FD5669" w:rsidRPr="00553E8A" w:rsidRDefault="00FD5669" w:rsidP="00553E8A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  <w:szCs w:val="22"/>
        </w:rPr>
      </w:pPr>
      <w:r w:rsidRPr="00553E8A">
        <w:rPr>
          <w:rFonts w:ascii="Arial" w:eastAsia="Times New Roman" w:hAnsi="Arial" w:cs="Arial"/>
          <w:szCs w:val="22"/>
        </w:rPr>
        <w:t>PRIDE koolitajad:</w:t>
      </w:r>
    </w:p>
    <w:p w14:paraId="3367BA1B" w14:textId="72A1D8A6" w:rsidR="00FD5669" w:rsidRPr="00553E8A" w:rsidRDefault="00FD5669" w:rsidP="00553E8A">
      <w:pPr>
        <w:tabs>
          <w:tab w:val="left" w:pos="1538"/>
        </w:tabs>
        <w:jc w:val="both"/>
        <w:rPr>
          <w:rFonts w:ascii="Arial" w:eastAsia="Times New Roman" w:hAnsi="Arial" w:cs="Arial"/>
          <w:szCs w:val="22"/>
        </w:rPr>
      </w:pPr>
      <w:r w:rsidRPr="00553E8A">
        <w:rPr>
          <w:rFonts w:ascii="Arial" w:eastAsia="Times New Roman" w:hAnsi="Arial" w:cs="Arial"/>
          <w:szCs w:val="22"/>
        </w:rPr>
        <w:t>Nimi</w:t>
      </w:r>
      <w:r w:rsidRPr="00553E8A">
        <w:rPr>
          <w:rFonts w:ascii="Arial" w:eastAsia="Times New Roman" w:hAnsi="Arial" w:cs="Arial"/>
          <w:szCs w:val="22"/>
        </w:rPr>
        <w:br/>
      </w:r>
      <w:r w:rsidRPr="00553E8A">
        <w:rPr>
          <w:rFonts w:ascii="Arial" w:eastAsia="Times New Roman" w:hAnsi="Arial" w:cs="Arial"/>
          <w:iCs/>
          <w:szCs w:val="22"/>
        </w:rPr>
        <w:t>(allkirjastatud digitaalselt)</w:t>
      </w:r>
    </w:p>
    <w:p w14:paraId="2D5B7FD1" w14:textId="77777777" w:rsidR="00FD5669" w:rsidRPr="00553E8A" w:rsidRDefault="00FD5669" w:rsidP="00553E8A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  <w:szCs w:val="22"/>
        </w:rPr>
      </w:pPr>
    </w:p>
    <w:p w14:paraId="2A433EE2" w14:textId="6448A92C" w:rsidR="00FD5669" w:rsidRPr="00553E8A" w:rsidRDefault="00FD5669" w:rsidP="00553E8A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  <w:szCs w:val="22"/>
        </w:rPr>
      </w:pPr>
      <w:r w:rsidRPr="00553E8A">
        <w:rPr>
          <w:rFonts w:ascii="Arial" w:eastAsia="Times New Roman" w:hAnsi="Arial" w:cs="Arial"/>
          <w:szCs w:val="22"/>
        </w:rPr>
        <w:t>Nimi</w:t>
      </w:r>
      <w:r w:rsidRPr="00553E8A">
        <w:rPr>
          <w:rFonts w:ascii="Arial" w:eastAsia="Times New Roman" w:hAnsi="Arial" w:cs="Arial"/>
          <w:szCs w:val="22"/>
        </w:rPr>
        <w:br/>
      </w:r>
      <w:r w:rsidRPr="00553E8A">
        <w:rPr>
          <w:rFonts w:ascii="Arial" w:eastAsia="Times New Roman" w:hAnsi="Arial" w:cs="Arial"/>
          <w:iCs/>
          <w:szCs w:val="22"/>
        </w:rPr>
        <w:t>(allkirjastatud digitaalselt)</w:t>
      </w:r>
    </w:p>
    <w:p w14:paraId="70D0224A" w14:textId="77777777" w:rsidR="00FD5669" w:rsidRPr="00553E8A" w:rsidRDefault="00FD5669" w:rsidP="00553E8A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  <w:szCs w:val="22"/>
        </w:rPr>
      </w:pPr>
    </w:p>
    <w:p w14:paraId="7BC067F1" w14:textId="506C69D4" w:rsidR="00FD5669" w:rsidRPr="00553E8A" w:rsidRDefault="00FD5669" w:rsidP="00553E8A">
      <w:pPr>
        <w:tabs>
          <w:tab w:val="left" w:pos="1538"/>
        </w:tabs>
        <w:spacing w:after="200"/>
        <w:jc w:val="both"/>
        <w:rPr>
          <w:rFonts w:ascii="Arial" w:hAnsi="Arial" w:cs="Arial"/>
          <w:szCs w:val="22"/>
        </w:rPr>
      </w:pPr>
      <w:r w:rsidRPr="00553E8A">
        <w:rPr>
          <w:rFonts w:ascii="Arial" w:eastAsia="Times New Roman" w:hAnsi="Arial" w:cs="Arial"/>
          <w:szCs w:val="22"/>
        </w:rPr>
        <w:t>Talli</w:t>
      </w:r>
      <w:r w:rsidR="00A91067" w:rsidRPr="00553E8A">
        <w:rPr>
          <w:rFonts w:ascii="Arial" w:eastAsia="Times New Roman" w:hAnsi="Arial" w:cs="Arial"/>
          <w:szCs w:val="22"/>
        </w:rPr>
        <w:t>nn</w:t>
      </w:r>
    </w:p>
    <w:p w14:paraId="5448AE5A" w14:textId="03EAA6D2" w:rsidR="00942ADC" w:rsidRPr="00553E8A" w:rsidRDefault="00942ADC" w:rsidP="00553E8A">
      <w:pPr>
        <w:tabs>
          <w:tab w:val="left" w:pos="1538"/>
        </w:tabs>
        <w:spacing w:after="200"/>
        <w:jc w:val="both"/>
        <w:rPr>
          <w:rFonts w:ascii="Arial" w:hAnsi="Arial" w:cs="Arial"/>
          <w:szCs w:val="22"/>
        </w:rPr>
      </w:pPr>
    </w:p>
    <w:sectPr w:rsidR="00942ADC" w:rsidRPr="00553E8A" w:rsidSect="00D61973">
      <w:footerReference w:type="default" r:id="rId7"/>
      <w:footerReference w:type="first" r:id="rId8"/>
      <w:pgSz w:w="12240" w:h="15840"/>
      <w:pgMar w:top="1843" w:right="1467" w:bottom="1440" w:left="1701" w:header="0" w:footer="397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61928" w14:textId="77777777" w:rsidR="00592A03" w:rsidRDefault="00592A03" w:rsidP="00592A03">
      <w:r>
        <w:separator/>
      </w:r>
    </w:p>
  </w:endnote>
  <w:endnote w:type="continuationSeparator" w:id="0">
    <w:p w14:paraId="59B76984" w14:textId="77777777" w:rsidR="00592A03" w:rsidRDefault="00592A03" w:rsidP="00592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BA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">
    <w:altName w:val="Cambria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6068382"/>
      <w:docPartObj>
        <w:docPartGallery w:val="Page Numbers (Bottom of Page)"/>
        <w:docPartUnique/>
      </w:docPartObj>
    </w:sdtPr>
    <w:sdtEndPr/>
    <w:sdtContent>
      <w:sdt>
        <w:sdtPr>
          <w:id w:val="-1950313440"/>
          <w:docPartObj>
            <w:docPartGallery w:val="Page Numbers (Top of Page)"/>
            <w:docPartUnique/>
          </w:docPartObj>
        </w:sdtPr>
        <w:sdtEndPr/>
        <w:sdtContent>
          <w:p w14:paraId="7C501F80" w14:textId="3D2E2EA4" w:rsidR="004145D3" w:rsidRDefault="004145D3" w:rsidP="00AC023A">
            <w:pPr>
              <w:pStyle w:val="Jalus"/>
            </w:pPr>
            <w:r w:rsidRPr="00AC023A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AC023A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AC023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C023A">
              <w:rPr>
                <w:rFonts w:ascii="Arial" w:hAnsi="Arial" w:cs="Arial"/>
                <w:sz w:val="20"/>
                <w:szCs w:val="20"/>
              </w:rPr>
              <w:t>2</w:t>
            </w:r>
            <w:r w:rsidRPr="00AC023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AC023A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AC023A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AC023A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AC023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C023A">
              <w:rPr>
                <w:rFonts w:ascii="Arial" w:hAnsi="Arial" w:cs="Arial"/>
                <w:sz w:val="20"/>
                <w:szCs w:val="20"/>
              </w:rPr>
              <w:t>2</w:t>
            </w:r>
            <w:r w:rsidRPr="00AC023A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206CBEA7" w14:textId="77777777" w:rsidR="004145D3" w:rsidRDefault="004145D3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4598140"/>
      <w:docPartObj>
        <w:docPartGallery w:val="Page Numbers (Bottom of Page)"/>
        <w:docPartUnique/>
      </w:docPartObj>
    </w:sdtPr>
    <w:sdtEndPr/>
    <w:sdtContent>
      <w:sdt>
        <w:sdtPr>
          <w:rPr>
            <w:b/>
            <w:bCs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b w:val="0"/>
            <w:bCs w:val="0"/>
          </w:rPr>
        </w:sdtEndPr>
        <w:sdtContent>
          <w:p w14:paraId="4E0BCEE7" w14:textId="5272B23D" w:rsidR="004145D3" w:rsidRDefault="004145D3" w:rsidP="00200C97">
            <w:pPr>
              <w:pStyle w:val="Jalus"/>
            </w:pPr>
            <w:r w:rsidRPr="00200C97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200C97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200C9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00C97">
              <w:rPr>
                <w:rFonts w:ascii="Arial" w:hAnsi="Arial" w:cs="Arial"/>
                <w:sz w:val="20"/>
                <w:szCs w:val="20"/>
              </w:rPr>
              <w:t>2</w:t>
            </w:r>
            <w:r w:rsidRPr="00200C9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00C97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200C97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200C97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200C9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00C97">
              <w:rPr>
                <w:rFonts w:ascii="Arial" w:hAnsi="Arial" w:cs="Arial"/>
                <w:sz w:val="20"/>
                <w:szCs w:val="20"/>
              </w:rPr>
              <w:t>2</w:t>
            </w:r>
            <w:r w:rsidRPr="00200C9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315FDC1E" w14:textId="77777777" w:rsidR="004145D3" w:rsidRDefault="004145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554ED" w14:textId="77777777" w:rsidR="00592A03" w:rsidRDefault="00592A03" w:rsidP="00592A03">
      <w:r>
        <w:separator/>
      </w:r>
    </w:p>
  </w:footnote>
  <w:footnote w:type="continuationSeparator" w:id="0">
    <w:p w14:paraId="334980BC" w14:textId="77777777" w:rsidR="00592A03" w:rsidRDefault="00592A03" w:rsidP="00592A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0AB"/>
    <w:rsid w:val="000057DB"/>
    <w:rsid w:val="000079E8"/>
    <w:rsid w:val="00013B8F"/>
    <w:rsid w:val="00013F23"/>
    <w:rsid w:val="00017987"/>
    <w:rsid w:val="00023ACD"/>
    <w:rsid w:val="00036687"/>
    <w:rsid w:val="00040AFF"/>
    <w:rsid w:val="00042964"/>
    <w:rsid w:val="00042CF6"/>
    <w:rsid w:val="00043BD1"/>
    <w:rsid w:val="000460AB"/>
    <w:rsid w:val="00046FC6"/>
    <w:rsid w:val="00047975"/>
    <w:rsid w:val="000511E5"/>
    <w:rsid w:val="00051724"/>
    <w:rsid w:val="00055351"/>
    <w:rsid w:val="00055B44"/>
    <w:rsid w:val="0007492A"/>
    <w:rsid w:val="00076017"/>
    <w:rsid w:val="00080FFE"/>
    <w:rsid w:val="00082E8E"/>
    <w:rsid w:val="00085824"/>
    <w:rsid w:val="00087263"/>
    <w:rsid w:val="00087A62"/>
    <w:rsid w:val="0009536A"/>
    <w:rsid w:val="00095908"/>
    <w:rsid w:val="00095C7A"/>
    <w:rsid w:val="00096697"/>
    <w:rsid w:val="00096A65"/>
    <w:rsid w:val="0009753A"/>
    <w:rsid w:val="0009785F"/>
    <w:rsid w:val="000A4064"/>
    <w:rsid w:val="000A7012"/>
    <w:rsid w:val="000A75B1"/>
    <w:rsid w:val="000B08D5"/>
    <w:rsid w:val="000B0B3B"/>
    <w:rsid w:val="000B74C6"/>
    <w:rsid w:val="000C0B36"/>
    <w:rsid w:val="000C0B9F"/>
    <w:rsid w:val="000C3807"/>
    <w:rsid w:val="000C5290"/>
    <w:rsid w:val="000D7B86"/>
    <w:rsid w:val="000E1B0E"/>
    <w:rsid w:val="000E6213"/>
    <w:rsid w:val="001033D7"/>
    <w:rsid w:val="00106C75"/>
    <w:rsid w:val="001118B5"/>
    <w:rsid w:val="00114378"/>
    <w:rsid w:val="00122BAC"/>
    <w:rsid w:val="00123C3F"/>
    <w:rsid w:val="001276ED"/>
    <w:rsid w:val="00130084"/>
    <w:rsid w:val="001365BC"/>
    <w:rsid w:val="0014374F"/>
    <w:rsid w:val="00146D47"/>
    <w:rsid w:val="001537B4"/>
    <w:rsid w:val="00163222"/>
    <w:rsid w:val="00166D01"/>
    <w:rsid w:val="0017305C"/>
    <w:rsid w:val="00187D40"/>
    <w:rsid w:val="001930E7"/>
    <w:rsid w:val="001976D2"/>
    <w:rsid w:val="00197D2D"/>
    <w:rsid w:val="001A4766"/>
    <w:rsid w:val="001B1D99"/>
    <w:rsid w:val="001B4977"/>
    <w:rsid w:val="001B50FF"/>
    <w:rsid w:val="001B6E34"/>
    <w:rsid w:val="001C7696"/>
    <w:rsid w:val="001E599B"/>
    <w:rsid w:val="001E664B"/>
    <w:rsid w:val="001F2EDF"/>
    <w:rsid w:val="001F3F96"/>
    <w:rsid w:val="00200C97"/>
    <w:rsid w:val="002119C4"/>
    <w:rsid w:val="00211D46"/>
    <w:rsid w:val="00213A54"/>
    <w:rsid w:val="00226B53"/>
    <w:rsid w:val="00230EBE"/>
    <w:rsid w:val="0023621B"/>
    <w:rsid w:val="00245D13"/>
    <w:rsid w:val="00251928"/>
    <w:rsid w:val="00252BC4"/>
    <w:rsid w:val="002531E0"/>
    <w:rsid w:val="0025324D"/>
    <w:rsid w:val="00254A9E"/>
    <w:rsid w:val="00261083"/>
    <w:rsid w:val="00265277"/>
    <w:rsid w:val="00266D99"/>
    <w:rsid w:val="0027076A"/>
    <w:rsid w:val="00270E05"/>
    <w:rsid w:val="00272E28"/>
    <w:rsid w:val="0027451C"/>
    <w:rsid w:val="002877DC"/>
    <w:rsid w:val="002917CE"/>
    <w:rsid w:val="002952CC"/>
    <w:rsid w:val="00296D73"/>
    <w:rsid w:val="00297F0D"/>
    <w:rsid w:val="002A0E28"/>
    <w:rsid w:val="002A116F"/>
    <w:rsid w:val="002A2D2E"/>
    <w:rsid w:val="002B166B"/>
    <w:rsid w:val="002B6848"/>
    <w:rsid w:val="002C560C"/>
    <w:rsid w:val="002D4491"/>
    <w:rsid w:val="002D5645"/>
    <w:rsid w:val="002D63A1"/>
    <w:rsid w:val="002D6586"/>
    <w:rsid w:val="002D6B77"/>
    <w:rsid w:val="002E0394"/>
    <w:rsid w:val="002E04B0"/>
    <w:rsid w:val="002E45CF"/>
    <w:rsid w:val="002E609B"/>
    <w:rsid w:val="002F1EB6"/>
    <w:rsid w:val="003116A2"/>
    <w:rsid w:val="00312699"/>
    <w:rsid w:val="00320835"/>
    <w:rsid w:val="00324BB0"/>
    <w:rsid w:val="003271A6"/>
    <w:rsid w:val="00327F16"/>
    <w:rsid w:val="00330C86"/>
    <w:rsid w:val="00333B9D"/>
    <w:rsid w:val="003413F3"/>
    <w:rsid w:val="00342BA5"/>
    <w:rsid w:val="00342FC3"/>
    <w:rsid w:val="00346FAA"/>
    <w:rsid w:val="00347F94"/>
    <w:rsid w:val="00351B0B"/>
    <w:rsid w:val="00355356"/>
    <w:rsid w:val="003577F6"/>
    <w:rsid w:val="003650F9"/>
    <w:rsid w:val="00365578"/>
    <w:rsid w:val="0037173C"/>
    <w:rsid w:val="003752A0"/>
    <w:rsid w:val="0037705C"/>
    <w:rsid w:val="00386BC4"/>
    <w:rsid w:val="003874A0"/>
    <w:rsid w:val="003A18BF"/>
    <w:rsid w:val="003A46E6"/>
    <w:rsid w:val="003B027B"/>
    <w:rsid w:val="003B13E8"/>
    <w:rsid w:val="003C3004"/>
    <w:rsid w:val="003C4333"/>
    <w:rsid w:val="003C50A7"/>
    <w:rsid w:val="003C7D7E"/>
    <w:rsid w:val="003D4097"/>
    <w:rsid w:val="003D769C"/>
    <w:rsid w:val="003D7B5C"/>
    <w:rsid w:val="003E373E"/>
    <w:rsid w:val="003E54FB"/>
    <w:rsid w:val="003E75B4"/>
    <w:rsid w:val="003F0F9D"/>
    <w:rsid w:val="003F6C41"/>
    <w:rsid w:val="00401D0D"/>
    <w:rsid w:val="004064E4"/>
    <w:rsid w:val="00406CF9"/>
    <w:rsid w:val="00410911"/>
    <w:rsid w:val="00413FB4"/>
    <w:rsid w:val="004145D3"/>
    <w:rsid w:val="00414AB4"/>
    <w:rsid w:val="00416C21"/>
    <w:rsid w:val="00421238"/>
    <w:rsid w:val="00431382"/>
    <w:rsid w:val="004330EE"/>
    <w:rsid w:val="00433EA6"/>
    <w:rsid w:val="0043687D"/>
    <w:rsid w:val="0044288D"/>
    <w:rsid w:val="004512AC"/>
    <w:rsid w:val="00455C85"/>
    <w:rsid w:val="00457AB1"/>
    <w:rsid w:val="00466B38"/>
    <w:rsid w:val="00467758"/>
    <w:rsid w:val="00470313"/>
    <w:rsid w:val="004742E6"/>
    <w:rsid w:val="0047756D"/>
    <w:rsid w:val="00480449"/>
    <w:rsid w:val="0048289F"/>
    <w:rsid w:val="00484200"/>
    <w:rsid w:val="004A2B73"/>
    <w:rsid w:val="004B67FB"/>
    <w:rsid w:val="004B6827"/>
    <w:rsid w:val="004B7877"/>
    <w:rsid w:val="004C164B"/>
    <w:rsid w:val="004C2EFD"/>
    <w:rsid w:val="004D0725"/>
    <w:rsid w:val="004E2414"/>
    <w:rsid w:val="004E7686"/>
    <w:rsid w:val="004F2E99"/>
    <w:rsid w:val="004F55BE"/>
    <w:rsid w:val="004F5BB4"/>
    <w:rsid w:val="004F6837"/>
    <w:rsid w:val="004F6DE6"/>
    <w:rsid w:val="005008EE"/>
    <w:rsid w:val="00502588"/>
    <w:rsid w:val="00502CA2"/>
    <w:rsid w:val="00511F72"/>
    <w:rsid w:val="0053383C"/>
    <w:rsid w:val="00533F90"/>
    <w:rsid w:val="00536CB5"/>
    <w:rsid w:val="00540A1C"/>
    <w:rsid w:val="00542CA6"/>
    <w:rsid w:val="00544582"/>
    <w:rsid w:val="00553000"/>
    <w:rsid w:val="00553C00"/>
    <w:rsid w:val="00553E8A"/>
    <w:rsid w:val="00564A43"/>
    <w:rsid w:val="00575BBB"/>
    <w:rsid w:val="00576E57"/>
    <w:rsid w:val="00582E97"/>
    <w:rsid w:val="00585DCA"/>
    <w:rsid w:val="005902C5"/>
    <w:rsid w:val="005924EE"/>
    <w:rsid w:val="00592A03"/>
    <w:rsid w:val="00592BFD"/>
    <w:rsid w:val="00595349"/>
    <w:rsid w:val="005A1AA1"/>
    <w:rsid w:val="005B03D6"/>
    <w:rsid w:val="005B4BBE"/>
    <w:rsid w:val="005B51F1"/>
    <w:rsid w:val="005C175B"/>
    <w:rsid w:val="005C26A7"/>
    <w:rsid w:val="005C3188"/>
    <w:rsid w:val="005C7310"/>
    <w:rsid w:val="005D1892"/>
    <w:rsid w:val="005D19EC"/>
    <w:rsid w:val="005D1DB2"/>
    <w:rsid w:val="005D53C0"/>
    <w:rsid w:val="005D6600"/>
    <w:rsid w:val="005E033C"/>
    <w:rsid w:val="005E45E5"/>
    <w:rsid w:val="005E78AE"/>
    <w:rsid w:val="0060444B"/>
    <w:rsid w:val="0060601C"/>
    <w:rsid w:val="006111FA"/>
    <w:rsid w:val="00612473"/>
    <w:rsid w:val="006135B5"/>
    <w:rsid w:val="0062116B"/>
    <w:rsid w:val="00625271"/>
    <w:rsid w:val="0062547E"/>
    <w:rsid w:val="00631894"/>
    <w:rsid w:val="006322ED"/>
    <w:rsid w:val="006347DE"/>
    <w:rsid w:val="00641096"/>
    <w:rsid w:val="0064292A"/>
    <w:rsid w:val="00643885"/>
    <w:rsid w:val="00646253"/>
    <w:rsid w:val="0065044C"/>
    <w:rsid w:val="00651AD6"/>
    <w:rsid w:val="006529CD"/>
    <w:rsid w:val="00652D57"/>
    <w:rsid w:val="0065341F"/>
    <w:rsid w:val="00657D5C"/>
    <w:rsid w:val="00661422"/>
    <w:rsid w:val="00663C3D"/>
    <w:rsid w:val="00665839"/>
    <w:rsid w:val="00676565"/>
    <w:rsid w:val="0068754B"/>
    <w:rsid w:val="006925C2"/>
    <w:rsid w:val="006941A8"/>
    <w:rsid w:val="006941DF"/>
    <w:rsid w:val="006A3E6A"/>
    <w:rsid w:val="006A5E9A"/>
    <w:rsid w:val="006A5F5E"/>
    <w:rsid w:val="006B3681"/>
    <w:rsid w:val="006B41D0"/>
    <w:rsid w:val="006B4EEA"/>
    <w:rsid w:val="006C0E77"/>
    <w:rsid w:val="006C223A"/>
    <w:rsid w:val="006C2A82"/>
    <w:rsid w:val="006C2E09"/>
    <w:rsid w:val="006C2F8F"/>
    <w:rsid w:val="006C3630"/>
    <w:rsid w:val="006C767B"/>
    <w:rsid w:val="006D7B80"/>
    <w:rsid w:val="006E147F"/>
    <w:rsid w:val="006E2594"/>
    <w:rsid w:val="006E7E4E"/>
    <w:rsid w:val="006F2770"/>
    <w:rsid w:val="006F415D"/>
    <w:rsid w:val="006F694C"/>
    <w:rsid w:val="007054EA"/>
    <w:rsid w:val="00710957"/>
    <w:rsid w:val="00712F27"/>
    <w:rsid w:val="00720A94"/>
    <w:rsid w:val="007277EE"/>
    <w:rsid w:val="007406C6"/>
    <w:rsid w:val="00740F7A"/>
    <w:rsid w:val="00745C10"/>
    <w:rsid w:val="00746369"/>
    <w:rsid w:val="00750890"/>
    <w:rsid w:val="00757826"/>
    <w:rsid w:val="00764864"/>
    <w:rsid w:val="00774891"/>
    <w:rsid w:val="007801CE"/>
    <w:rsid w:val="007A141E"/>
    <w:rsid w:val="007A1545"/>
    <w:rsid w:val="007A66EB"/>
    <w:rsid w:val="007B1A41"/>
    <w:rsid w:val="007C0FCD"/>
    <w:rsid w:val="007C3114"/>
    <w:rsid w:val="007C5689"/>
    <w:rsid w:val="007C5994"/>
    <w:rsid w:val="007D3A05"/>
    <w:rsid w:val="007D6E8C"/>
    <w:rsid w:val="007E736D"/>
    <w:rsid w:val="007E7BA2"/>
    <w:rsid w:val="008006D6"/>
    <w:rsid w:val="008037F0"/>
    <w:rsid w:val="0080427C"/>
    <w:rsid w:val="00806086"/>
    <w:rsid w:val="0080613D"/>
    <w:rsid w:val="0080713F"/>
    <w:rsid w:val="00810717"/>
    <w:rsid w:val="00813A9F"/>
    <w:rsid w:val="008209FB"/>
    <w:rsid w:val="008229F3"/>
    <w:rsid w:val="0083194B"/>
    <w:rsid w:val="00833698"/>
    <w:rsid w:val="008337AA"/>
    <w:rsid w:val="00834D68"/>
    <w:rsid w:val="00835CB4"/>
    <w:rsid w:val="00842319"/>
    <w:rsid w:val="00846CD9"/>
    <w:rsid w:val="008505F4"/>
    <w:rsid w:val="00850EAA"/>
    <w:rsid w:val="0085158E"/>
    <w:rsid w:val="00855FC9"/>
    <w:rsid w:val="00874A13"/>
    <w:rsid w:val="008751F1"/>
    <w:rsid w:val="0087738A"/>
    <w:rsid w:val="00882164"/>
    <w:rsid w:val="00882A16"/>
    <w:rsid w:val="00886413"/>
    <w:rsid w:val="008909C9"/>
    <w:rsid w:val="00890FC6"/>
    <w:rsid w:val="00896BFE"/>
    <w:rsid w:val="008A6AEA"/>
    <w:rsid w:val="008A734D"/>
    <w:rsid w:val="008A7C1D"/>
    <w:rsid w:val="008B0D5A"/>
    <w:rsid w:val="008B1BFE"/>
    <w:rsid w:val="008B4479"/>
    <w:rsid w:val="008B5D14"/>
    <w:rsid w:val="008B71CC"/>
    <w:rsid w:val="008B7EE0"/>
    <w:rsid w:val="008C3F82"/>
    <w:rsid w:val="008C737A"/>
    <w:rsid w:val="008C75C6"/>
    <w:rsid w:val="008D7350"/>
    <w:rsid w:val="008E05AC"/>
    <w:rsid w:val="008E6A01"/>
    <w:rsid w:val="008F106B"/>
    <w:rsid w:val="008F110F"/>
    <w:rsid w:val="009065E9"/>
    <w:rsid w:val="00911D06"/>
    <w:rsid w:val="00917B84"/>
    <w:rsid w:val="00923B27"/>
    <w:rsid w:val="009241B0"/>
    <w:rsid w:val="00931468"/>
    <w:rsid w:val="00933B42"/>
    <w:rsid w:val="00933E22"/>
    <w:rsid w:val="00935DBA"/>
    <w:rsid w:val="009360F5"/>
    <w:rsid w:val="00940D77"/>
    <w:rsid w:val="00942954"/>
    <w:rsid w:val="00942ADC"/>
    <w:rsid w:val="00956EEA"/>
    <w:rsid w:val="0096240F"/>
    <w:rsid w:val="00963888"/>
    <w:rsid w:val="00965314"/>
    <w:rsid w:val="00965CC5"/>
    <w:rsid w:val="00972010"/>
    <w:rsid w:val="00982A30"/>
    <w:rsid w:val="00986AD7"/>
    <w:rsid w:val="00991385"/>
    <w:rsid w:val="0099166E"/>
    <w:rsid w:val="0099680C"/>
    <w:rsid w:val="009B0311"/>
    <w:rsid w:val="009B503A"/>
    <w:rsid w:val="009D18CB"/>
    <w:rsid w:val="009D45BC"/>
    <w:rsid w:val="009D4E47"/>
    <w:rsid w:val="009D530D"/>
    <w:rsid w:val="009E119E"/>
    <w:rsid w:val="009F04D2"/>
    <w:rsid w:val="009F281C"/>
    <w:rsid w:val="009F3295"/>
    <w:rsid w:val="00A029BE"/>
    <w:rsid w:val="00A03E79"/>
    <w:rsid w:val="00A04042"/>
    <w:rsid w:val="00A12B19"/>
    <w:rsid w:val="00A131FA"/>
    <w:rsid w:val="00A13EA0"/>
    <w:rsid w:val="00A14C41"/>
    <w:rsid w:val="00A16771"/>
    <w:rsid w:val="00A246B7"/>
    <w:rsid w:val="00A25408"/>
    <w:rsid w:val="00A3352A"/>
    <w:rsid w:val="00A3602E"/>
    <w:rsid w:val="00A46CE2"/>
    <w:rsid w:val="00A512F6"/>
    <w:rsid w:val="00A5188D"/>
    <w:rsid w:val="00A54178"/>
    <w:rsid w:val="00A5613B"/>
    <w:rsid w:val="00A612AD"/>
    <w:rsid w:val="00A6167F"/>
    <w:rsid w:val="00A73291"/>
    <w:rsid w:val="00A77D58"/>
    <w:rsid w:val="00A83711"/>
    <w:rsid w:val="00A84DE4"/>
    <w:rsid w:val="00A91067"/>
    <w:rsid w:val="00A910AF"/>
    <w:rsid w:val="00A91106"/>
    <w:rsid w:val="00A9658F"/>
    <w:rsid w:val="00A9731E"/>
    <w:rsid w:val="00A97D12"/>
    <w:rsid w:val="00A97D2D"/>
    <w:rsid w:val="00AA3613"/>
    <w:rsid w:val="00AA4691"/>
    <w:rsid w:val="00AB11F2"/>
    <w:rsid w:val="00AB141F"/>
    <w:rsid w:val="00AB1715"/>
    <w:rsid w:val="00AB1FAF"/>
    <w:rsid w:val="00AB30A0"/>
    <w:rsid w:val="00AB4FD7"/>
    <w:rsid w:val="00AC023A"/>
    <w:rsid w:val="00AC1931"/>
    <w:rsid w:val="00AC3642"/>
    <w:rsid w:val="00AC7A58"/>
    <w:rsid w:val="00AD0C05"/>
    <w:rsid w:val="00AD4907"/>
    <w:rsid w:val="00AD527B"/>
    <w:rsid w:val="00AD5D43"/>
    <w:rsid w:val="00AE7B9C"/>
    <w:rsid w:val="00AE7DF6"/>
    <w:rsid w:val="00B00323"/>
    <w:rsid w:val="00B014EF"/>
    <w:rsid w:val="00B02E1E"/>
    <w:rsid w:val="00B03CD0"/>
    <w:rsid w:val="00B12A71"/>
    <w:rsid w:val="00B13190"/>
    <w:rsid w:val="00B133D3"/>
    <w:rsid w:val="00B136E9"/>
    <w:rsid w:val="00B14CDA"/>
    <w:rsid w:val="00B218F2"/>
    <w:rsid w:val="00B36825"/>
    <w:rsid w:val="00B37857"/>
    <w:rsid w:val="00B40EB9"/>
    <w:rsid w:val="00B47D2C"/>
    <w:rsid w:val="00B612BB"/>
    <w:rsid w:val="00B61CF8"/>
    <w:rsid w:val="00B61FAF"/>
    <w:rsid w:val="00B635A0"/>
    <w:rsid w:val="00B67A74"/>
    <w:rsid w:val="00B70DFA"/>
    <w:rsid w:val="00B75FC9"/>
    <w:rsid w:val="00B80755"/>
    <w:rsid w:val="00B83AFB"/>
    <w:rsid w:val="00B87DE0"/>
    <w:rsid w:val="00B903E2"/>
    <w:rsid w:val="00B90845"/>
    <w:rsid w:val="00B90FAB"/>
    <w:rsid w:val="00B96D6E"/>
    <w:rsid w:val="00BA3515"/>
    <w:rsid w:val="00BA7E4D"/>
    <w:rsid w:val="00BB1046"/>
    <w:rsid w:val="00BB2A45"/>
    <w:rsid w:val="00BB3270"/>
    <w:rsid w:val="00BC4557"/>
    <w:rsid w:val="00BD517E"/>
    <w:rsid w:val="00BD686F"/>
    <w:rsid w:val="00BE378E"/>
    <w:rsid w:val="00BF01E2"/>
    <w:rsid w:val="00BF0460"/>
    <w:rsid w:val="00BF2CDF"/>
    <w:rsid w:val="00BF4750"/>
    <w:rsid w:val="00BF7686"/>
    <w:rsid w:val="00C12D2D"/>
    <w:rsid w:val="00C21BB4"/>
    <w:rsid w:val="00C24735"/>
    <w:rsid w:val="00C30F64"/>
    <w:rsid w:val="00C3423A"/>
    <w:rsid w:val="00C34FD7"/>
    <w:rsid w:val="00C4017C"/>
    <w:rsid w:val="00C4112B"/>
    <w:rsid w:val="00C429AE"/>
    <w:rsid w:val="00C43388"/>
    <w:rsid w:val="00C44470"/>
    <w:rsid w:val="00C4552E"/>
    <w:rsid w:val="00C45AAB"/>
    <w:rsid w:val="00C46EA7"/>
    <w:rsid w:val="00C53FA9"/>
    <w:rsid w:val="00C6075A"/>
    <w:rsid w:val="00C64472"/>
    <w:rsid w:val="00C65A9E"/>
    <w:rsid w:val="00C67B27"/>
    <w:rsid w:val="00C82402"/>
    <w:rsid w:val="00C862CD"/>
    <w:rsid w:val="00C91E70"/>
    <w:rsid w:val="00CA37F6"/>
    <w:rsid w:val="00CB35BB"/>
    <w:rsid w:val="00CB6877"/>
    <w:rsid w:val="00CD00DC"/>
    <w:rsid w:val="00CD1C0C"/>
    <w:rsid w:val="00CD433A"/>
    <w:rsid w:val="00CE0692"/>
    <w:rsid w:val="00CE17BC"/>
    <w:rsid w:val="00CE382E"/>
    <w:rsid w:val="00CE684C"/>
    <w:rsid w:val="00CF0703"/>
    <w:rsid w:val="00CF2015"/>
    <w:rsid w:val="00D036E2"/>
    <w:rsid w:val="00D07B36"/>
    <w:rsid w:val="00D1208C"/>
    <w:rsid w:val="00D14979"/>
    <w:rsid w:val="00D17361"/>
    <w:rsid w:val="00D211D4"/>
    <w:rsid w:val="00D21986"/>
    <w:rsid w:val="00D26E58"/>
    <w:rsid w:val="00D32A1C"/>
    <w:rsid w:val="00D4006B"/>
    <w:rsid w:val="00D4093A"/>
    <w:rsid w:val="00D47629"/>
    <w:rsid w:val="00D503AD"/>
    <w:rsid w:val="00D50429"/>
    <w:rsid w:val="00D513C1"/>
    <w:rsid w:val="00D56580"/>
    <w:rsid w:val="00D613FF"/>
    <w:rsid w:val="00D61973"/>
    <w:rsid w:val="00D72B35"/>
    <w:rsid w:val="00D74B1A"/>
    <w:rsid w:val="00D92CD9"/>
    <w:rsid w:val="00D97EDE"/>
    <w:rsid w:val="00DA55A3"/>
    <w:rsid w:val="00DA561C"/>
    <w:rsid w:val="00DC1138"/>
    <w:rsid w:val="00DE52E1"/>
    <w:rsid w:val="00DF5086"/>
    <w:rsid w:val="00DF6FF4"/>
    <w:rsid w:val="00E34CE4"/>
    <w:rsid w:val="00E34E01"/>
    <w:rsid w:val="00E35521"/>
    <w:rsid w:val="00E36B5B"/>
    <w:rsid w:val="00E44391"/>
    <w:rsid w:val="00E45FE9"/>
    <w:rsid w:val="00E465F8"/>
    <w:rsid w:val="00E55042"/>
    <w:rsid w:val="00E60176"/>
    <w:rsid w:val="00E61BEE"/>
    <w:rsid w:val="00E6247B"/>
    <w:rsid w:val="00E66AC8"/>
    <w:rsid w:val="00E67B0F"/>
    <w:rsid w:val="00E73E03"/>
    <w:rsid w:val="00E73E65"/>
    <w:rsid w:val="00E741F1"/>
    <w:rsid w:val="00E75A1C"/>
    <w:rsid w:val="00E76231"/>
    <w:rsid w:val="00E80A7C"/>
    <w:rsid w:val="00E83D02"/>
    <w:rsid w:val="00E83FBE"/>
    <w:rsid w:val="00E86D1D"/>
    <w:rsid w:val="00E91E04"/>
    <w:rsid w:val="00E92BD9"/>
    <w:rsid w:val="00E93B9C"/>
    <w:rsid w:val="00E959AA"/>
    <w:rsid w:val="00E95EEA"/>
    <w:rsid w:val="00E96A4D"/>
    <w:rsid w:val="00EA2FB6"/>
    <w:rsid w:val="00EA582B"/>
    <w:rsid w:val="00EB4883"/>
    <w:rsid w:val="00EB59ED"/>
    <w:rsid w:val="00EC1937"/>
    <w:rsid w:val="00EC543F"/>
    <w:rsid w:val="00EC58A8"/>
    <w:rsid w:val="00EC78B0"/>
    <w:rsid w:val="00ED46CD"/>
    <w:rsid w:val="00ED5C97"/>
    <w:rsid w:val="00ED6604"/>
    <w:rsid w:val="00ED7B0D"/>
    <w:rsid w:val="00EE6CB3"/>
    <w:rsid w:val="00EE7F28"/>
    <w:rsid w:val="00EF3726"/>
    <w:rsid w:val="00EF48D2"/>
    <w:rsid w:val="00F1201A"/>
    <w:rsid w:val="00F12EE4"/>
    <w:rsid w:val="00F145C2"/>
    <w:rsid w:val="00F1700A"/>
    <w:rsid w:val="00F216AA"/>
    <w:rsid w:val="00F2179A"/>
    <w:rsid w:val="00F22824"/>
    <w:rsid w:val="00F24F05"/>
    <w:rsid w:val="00F2669E"/>
    <w:rsid w:val="00F32D12"/>
    <w:rsid w:val="00F40456"/>
    <w:rsid w:val="00F421E1"/>
    <w:rsid w:val="00F4563D"/>
    <w:rsid w:val="00F45BDE"/>
    <w:rsid w:val="00F51A6E"/>
    <w:rsid w:val="00F522DB"/>
    <w:rsid w:val="00F54560"/>
    <w:rsid w:val="00F61AF3"/>
    <w:rsid w:val="00F62D12"/>
    <w:rsid w:val="00F6478E"/>
    <w:rsid w:val="00F64901"/>
    <w:rsid w:val="00F65B8B"/>
    <w:rsid w:val="00F66F34"/>
    <w:rsid w:val="00F6725A"/>
    <w:rsid w:val="00F67772"/>
    <w:rsid w:val="00F70C4D"/>
    <w:rsid w:val="00F70D8D"/>
    <w:rsid w:val="00F71A11"/>
    <w:rsid w:val="00F76C94"/>
    <w:rsid w:val="00F80188"/>
    <w:rsid w:val="00F8462A"/>
    <w:rsid w:val="00F84831"/>
    <w:rsid w:val="00F8755D"/>
    <w:rsid w:val="00F87D75"/>
    <w:rsid w:val="00F87E5F"/>
    <w:rsid w:val="00F96EB6"/>
    <w:rsid w:val="00FA072B"/>
    <w:rsid w:val="00FA3BEB"/>
    <w:rsid w:val="00FA5FA7"/>
    <w:rsid w:val="00FB0B51"/>
    <w:rsid w:val="00FB44A8"/>
    <w:rsid w:val="00FC555E"/>
    <w:rsid w:val="00FD0221"/>
    <w:rsid w:val="00FD1D61"/>
    <w:rsid w:val="00FD5669"/>
    <w:rsid w:val="00FD7F2D"/>
    <w:rsid w:val="00FE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D936745"/>
  <w15:docId w15:val="{B83A3BC9-6377-4279-9F18-B5F90E712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Lucida Sans"/>
        <w:kern w:val="2"/>
        <w:szCs w:val="24"/>
        <w:lang w:val="et-EE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widowControl w:val="0"/>
    </w:pPr>
    <w:rPr>
      <w:color w:val="00000A"/>
      <w:sz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Heading">
    <w:name w:val="Heading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Kehatekst">
    <w:name w:val="Body Text"/>
    <w:basedOn w:val="Normaallaad"/>
    <w:pPr>
      <w:spacing w:after="140" w:line="288" w:lineRule="auto"/>
    </w:pPr>
  </w:style>
  <w:style w:type="paragraph" w:styleId="Loend">
    <w:name w:val="List"/>
    <w:basedOn w:val="Kehatekst"/>
  </w:style>
  <w:style w:type="paragraph" w:styleId="Pealdis">
    <w:name w:val="caption"/>
    <w:basedOn w:val="Normaallaad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allaad"/>
    <w:qFormat/>
    <w:pPr>
      <w:suppressLineNumbers/>
    </w:pPr>
  </w:style>
  <w:style w:type="paragraph" w:styleId="Vahedeta">
    <w:name w:val="No Spacing"/>
    <w:uiPriority w:val="1"/>
    <w:qFormat/>
    <w:rsid w:val="00F51A6E"/>
    <w:pPr>
      <w:widowControl w:val="0"/>
    </w:pPr>
    <w:rPr>
      <w:rFonts w:cs="Mangal"/>
      <w:color w:val="00000A"/>
      <w:sz w:val="22"/>
    </w:rPr>
  </w:style>
  <w:style w:type="table" w:styleId="Kontuurtabel">
    <w:name w:val="Table Grid"/>
    <w:basedOn w:val="Normaaltabel"/>
    <w:uiPriority w:val="39"/>
    <w:rsid w:val="00EB59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2A0E28"/>
    <w:pPr>
      <w:widowControl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kern w:val="0"/>
      <w:szCs w:val="22"/>
      <w:lang w:val="en-GB" w:eastAsia="en-GB" w:bidi="ar-SA"/>
    </w:rPr>
  </w:style>
  <w:style w:type="paragraph" w:customStyle="1" w:styleId="Standard">
    <w:name w:val="Standard"/>
    <w:rsid w:val="004F6DE6"/>
    <w:pPr>
      <w:suppressAutoHyphens/>
      <w:autoSpaceDN w:val="0"/>
      <w:spacing w:after="200" w:line="276" w:lineRule="auto"/>
      <w:textAlignment w:val="baseline"/>
    </w:pPr>
    <w:rPr>
      <w:rFonts w:eastAsia="F" w:cs="F"/>
      <w:kern w:val="0"/>
      <w:sz w:val="22"/>
      <w:szCs w:val="22"/>
      <w:lang w:val="en-GB" w:eastAsia="en-GB" w:bidi="ar-SA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BF01E2"/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BF01E2"/>
    <w:rPr>
      <w:rFonts w:ascii="Segoe UI" w:hAnsi="Segoe UI" w:cs="Mangal"/>
      <w:color w:val="00000A"/>
      <w:sz w:val="18"/>
      <w:szCs w:val="16"/>
    </w:rPr>
  </w:style>
  <w:style w:type="paragraph" w:styleId="Pis">
    <w:name w:val="header"/>
    <w:basedOn w:val="Normaallaad"/>
    <w:link w:val="PisMrk"/>
    <w:uiPriority w:val="99"/>
    <w:unhideWhenUsed/>
    <w:rsid w:val="00592A03"/>
    <w:pPr>
      <w:tabs>
        <w:tab w:val="center" w:pos="4536"/>
        <w:tab w:val="right" w:pos="9072"/>
      </w:tabs>
    </w:pPr>
    <w:rPr>
      <w:rFonts w:cs="Mangal"/>
    </w:rPr>
  </w:style>
  <w:style w:type="character" w:customStyle="1" w:styleId="PisMrk">
    <w:name w:val="Päis Märk"/>
    <w:basedOn w:val="Liguvaikefont"/>
    <w:link w:val="Pis"/>
    <w:uiPriority w:val="99"/>
    <w:rsid w:val="00592A03"/>
    <w:rPr>
      <w:rFonts w:cs="Mangal"/>
      <w:color w:val="00000A"/>
      <w:sz w:val="22"/>
    </w:rPr>
  </w:style>
  <w:style w:type="paragraph" w:styleId="Jalus">
    <w:name w:val="footer"/>
    <w:basedOn w:val="Normaallaad"/>
    <w:link w:val="JalusMrk"/>
    <w:uiPriority w:val="99"/>
    <w:unhideWhenUsed/>
    <w:rsid w:val="00592A03"/>
    <w:pPr>
      <w:tabs>
        <w:tab w:val="center" w:pos="4536"/>
        <w:tab w:val="right" w:pos="9072"/>
      </w:tabs>
    </w:pPr>
    <w:rPr>
      <w:rFonts w:cs="Mangal"/>
    </w:rPr>
  </w:style>
  <w:style w:type="character" w:customStyle="1" w:styleId="JalusMrk">
    <w:name w:val="Jalus Märk"/>
    <w:basedOn w:val="Liguvaikefont"/>
    <w:link w:val="Jalus"/>
    <w:uiPriority w:val="99"/>
    <w:rsid w:val="00592A03"/>
    <w:rPr>
      <w:rFonts w:cs="Mangal"/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3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922C2-F1E5-4178-A580-D5034C62B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226</Words>
  <Characters>1312</Characters>
  <Application>Microsoft Office Word</Application>
  <DocSecurity>0</DocSecurity>
  <Lines>10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Pille Korsten</dc:creator>
  <dc:description/>
  <cp:lastModifiedBy>Kirsikka Uusmaa</cp:lastModifiedBy>
  <cp:revision>13</cp:revision>
  <cp:lastPrinted>2020-09-01T15:16:00Z</cp:lastPrinted>
  <dcterms:created xsi:type="dcterms:W3CDTF">2023-03-06T06:34:00Z</dcterms:created>
  <dcterms:modified xsi:type="dcterms:W3CDTF">2024-04-22T13:09:00Z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